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C75F45" w14:textId="77777777" w:rsidR="007948B1" w:rsidRPr="00ED39EF" w:rsidRDefault="007948B1">
      <w:pPr>
        <w:pStyle w:val="Standard1"/>
        <w:rPr>
          <w:rFonts w:cs="Times New Roman"/>
        </w:rPr>
      </w:pPr>
      <w:bookmarkStart w:id="0" w:name="_Hlk147855177"/>
    </w:p>
    <w:p w14:paraId="6D9E9BED" w14:textId="77777777" w:rsidR="006815FA" w:rsidRPr="00ED39EF" w:rsidRDefault="00F675D3">
      <w:pPr>
        <w:pStyle w:val="Standard1"/>
        <w:rPr>
          <w:rFonts w:cs="Times New Roman"/>
        </w:rPr>
      </w:pPr>
      <w:r w:rsidRPr="00ED39EF">
        <w:rPr>
          <w:rFonts w:cs="Times New Roman"/>
        </w:rPr>
        <w:t>Vor- und Nachname:</w:t>
      </w:r>
    </w:p>
    <w:p w14:paraId="78D0C656" w14:textId="77777777" w:rsidR="006815FA" w:rsidRPr="00ED39EF" w:rsidRDefault="00F675D3">
      <w:pPr>
        <w:pStyle w:val="Standard1"/>
        <w:rPr>
          <w:rFonts w:cs="Times New Roman"/>
        </w:rPr>
      </w:pPr>
      <w:r w:rsidRPr="00ED39EF">
        <w:rPr>
          <w:rFonts w:cs="Times New Roman"/>
        </w:rPr>
        <w:t>Klasse/ Nummer:</w:t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  <w:t xml:space="preserve">     Punkte:</w:t>
      </w:r>
    </w:p>
    <w:p w14:paraId="7C55B92A" w14:textId="77777777" w:rsidR="006815FA" w:rsidRPr="00ED39EF" w:rsidRDefault="006815FA">
      <w:pPr>
        <w:pStyle w:val="Standard1"/>
        <w:rPr>
          <w:rFonts w:cs="Times New Roman"/>
        </w:rPr>
      </w:pPr>
    </w:p>
    <w:p w14:paraId="7FAD7E0F" w14:textId="77777777" w:rsidR="006815FA" w:rsidRPr="00ED39EF" w:rsidRDefault="00F675D3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AYBERS HİKMET KARABACAK ANADOLU LİSESİ</w:t>
      </w:r>
    </w:p>
    <w:p w14:paraId="3DCA04C1" w14:textId="77777777" w:rsidR="006815FA" w:rsidRPr="00ED39EF" w:rsidRDefault="0035117C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202</w:t>
      </w:r>
      <w:r w:rsidR="00D62410" w:rsidRPr="00ED39EF">
        <w:rPr>
          <w:rFonts w:cs="Times New Roman"/>
          <w:b/>
          <w:bCs/>
        </w:rPr>
        <w:t>3</w:t>
      </w:r>
      <w:r w:rsidRPr="00ED39EF">
        <w:rPr>
          <w:rFonts w:cs="Times New Roman"/>
          <w:b/>
          <w:bCs/>
        </w:rPr>
        <w:t>- 202</w:t>
      </w:r>
      <w:r w:rsidR="00D62410" w:rsidRPr="00ED39EF">
        <w:rPr>
          <w:rFonts w:cs="Times New Roman"/>
          <w:b/>
          <w:bCs/>
        </w:rPr>
        <w:t>4</w:t>
      </w:r>
      <w:r w:rsidR="00F675D3" w:rsidRPr="00ED39EF">
        <w:rPr>
          <w:rFonts w:cs="Times New Roman"/>
          <w:b/>
          <w:bCs/>
        </w:rPr>
        <w:t xml:space="preserve"> EĞİTİM- ÖĞRETİM YILI I</w:t>
      </w:r>
      <w:r w:rsidR="005841CF" w:rsidRPr="00ED39EF">
        <w:rPr>
          <w:rFonts w:cs="Times New Roman"/>
          <w:b/>
          <w:bCs/>
        </w:rPr>
        <w:t>I</w:t>
      </w:r>
      <w:r w:rsidR="00F675D3" w:rsidRPr="00ED39EF">
        <w:rPr>
          <w:rFonts w:cs="Times New Roman"/>
          <w:b/>
          <w:bCs/>
        </w:rPr>
        <w:t>. DÖNEMİ</w:t>
      </w:r>
    </w:p>
    <w:p w14:paraId="0A252AF8" w14:textId="77777777" w:rsidR="006815FA" w:rsidRPr="00ED39EF" w:rsidRDefault="004E01CC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10</w:t>
      </w:r>
      <w:r w:rsidR="00F675D3" w:rsidRPr="00ED39EF">
        <w:rPr>
          <w:rFonts w:cs="Times New Roman"/>
          <w:b/>
          <w:bCs/>
        </w:rPr>
        <w:t xml:space="preserve">. SINIFLAR </w:t>
      </w:r>
      <w:r w:rsidR="007948B1" w:rsidRPr="00ED39EF">
        <w:rPr>
          <w:rFonts w:cs="Times New Roman"/>
          <w:b/>
          <w:bCs/>
        </w:rPr>
        <w:t>I</w:t>
      </w:r>
      <w:r w:rsidR="0086685B" w:rsidRPr="00ED39EF">
        <w:rPr>
          <w:rFonts w:cs="Times New Roman"/>
          <w:b/>
          <w:bCs/>
        </w:rPr>
        <w:t xml:space="preserve">. </w:t>
      </w:r>
      <w:r w:rsidR="007948B1" w:rsidRPr="00ED39EF">
        <w:rPr>
          <w:rFonts w:cs="Times New Roman"/>
          <w:b/>
          <w:bCs/>
        </w:rPr>
        <w:t>İKİNCİ YABANCI DİL</w:t>
      </w:r>
      <w:r w:rsidR="00F675D3" w:rsidRPr="00ED39EF">
        <w:rPr>
          <w:rFonts w:cs="Times New Roman"/>
          <w:b/>
          <w:bCs/>
        </w:rPr>
        <w:t xml:space="preserve"> SINAVI</w:t>
      </w:r>
    </w:p>
    <w:bookmarkEnd w:id="0"/>
    <w:p w14:paraId="4EEE312D" w14:textId="77777777" w:rsidR="00047127" w:rsidRPr="00ED39EF" w:rsidRDefault="00047127">
      <w:pPr>
        <w:pStyle w:val="Standard1"/>
        <w:jc w:val="center"/>
        <w:rPr>
          <w:rFonts w:cs="Times New Roman"/>
          <w:b/>
          <w:bCs/>
        </w:rPr>
      </w:pPr>
    </w:p>
    <w:p w14:paraId="22E17752" w14:textId="77777777" w:rsidR="006815FA" w:rsidRPr="00ED39EF" w:rsidRDefault="004B68AE">
      <w:pPr>
        <w:pStyle w:val="Standard1"/>
        <w:rPr>
          <w:rFonts w:cs="Times New Roman"/>
          <w:b/>
        </w:rPr>
      </w:pP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="004E01CC" w:rsidRPr="00ED39EF">
        <w:rPr>
          <w:rFonts w:cs="Times New Roman"/>
          <w:b/>
        </w:rPr>
        <w:t>A</w:t>
      </w:r>
    </w:p>
    <w:p w14:paraId="3EAB54D0" w14:textId="77777777" w:rsidR="006815FA" w:rsidRPr="00ED39EF" w:rsidRDefault="006815FA">
      <w:pPr>
        <w:pStyle w:val="Standard1"/>
        <w:rPr>
          <w:rFonts w:cs="Times New Roman"/>
        </w:rPr>
      </w:pPr>
    </w:p>
    <w:p w14:paraId="4DE1891A" w14:textId="77777777" w:rsidR="006815FA" w:rsidRPr="00ED39EF" w:rsidRDefault="00F675D3">
      <w:pPr>
        <w:pStyle w:val="Standard1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Leseverstehen (Okuma</w:t>
      </w:r>
      <w:r w:rsidR="000D1A54" w:rsidRPr="00ED39EF">
        <w:rPr>
          <w:rFonts w:cs="Times New Roman"/>
          <w:b/>
          <w:bCs/>
        </w:rPr>
        <w:t xml:space="preserve"> </w:t>
      </w:r>
      <w:r w:rsidRPr="00ED39EF">
        <w:rPr>
          <w:rFonts w:cs="Times New Roman"/>
          <w:b/>
          <w:bCs/>
        </w:rPr>
        <w:t xml:space="preserve">- </w:t>
      </w:r>
      <w:proofErr w:type="spellStart"/>
      <w:r w:rsidRPr="00ED39EF">
        <w:rPr>
          <w:rFonts w:cs="Times New Roman"/>
          <w:b/>
          <w:bCs/>
        </w:rPr>
        <w:t>Anlama</w:t>
      </w:r>
      <w:proofErr w:type="spellEnd"/>
      <w:r w:rsidRPr="00ED39EF">
        <w:rPr>
          <w:rFonts w:cs="Times New Roman"/>
          <w:b/>
          <w:bCs/>
        </w:rPr>
        <w:t>)</w:t>
      </w:r>
      <w:r w:rsidR="007948B1" w:rsidRPr="00ED39EF">
        <w:rPr>
          <w:rFonts w:cs="Times New Roman"/>
          <w:b/>
          <w:bCs/>
        </w:rPr>
        <w:t xml:space="preserve"> %25</w:t>
      </w:r>
    </w:p>
    <w:p w14:paraId="6055869B" w14:textId="77777777" w:rsidR="00843EF6" w:rsidRPr="00ED39EF" w:rsidRDefault="00843EF6">
      <w:pPr>
        <w:pStyle w:val="Standard1"/>
        <w:rPr>
          <w:rFonts w:cs="Times New Roman"/>
          <w:b/>
          <w:i/>
          <w:iCs/>
        </w:rPr>
      </w:pPr>
    </w:p>
    <w:p w14:paraId="4C19D22F" w14:textId="77777777" w:rsidR="004E01CC" w:rsidRPr="00ED39EF" w:rsidRDefault="005841CF">
      <w:pPr>
        <w:pStyle w:val="Standard1"/>
        <w:rPr>
          <w:i/>
          <w:iCs/>
        </w:rPr>
      </w:pPr>
      <w:r w:rsidRPr="00ED39EF">
        <w:rPr>
          <w:i/>
          <w:iCs/>
        </w:rPr>
        <w:t>Mein Name ist Ayhan. In meiner Freizeit bleibe ich nie zu Hause. Ich liebe die Natur und</w:t>
      </w:r>
      <w:r w:rsidRPr="00ED39EF">
        <w:rPr>
          <w:i/>
          <w:iCs/>
        </w:rPr>
        <w:br/>
        <w:t>mache oft Ausflüge in die Berge. Dort klettere ich, gehe spazieren und fahre Mountainbike.</w:t>
      </w:r>
      <w:r w:rsidRPr="00ED39EF">
        <w:rPr>
          <w:i/>
          <w:iCs/>
        </w:rPr>
        <w:br/>
        <w:t>Ich bin Stefan. Ich höre immer Musik. Manchmal gehe ich in die Musikschule. Ich kann gut</w:t>
      </w:r>
      <w:r w:rsidRPr="00ED39EF">
        <w:rPr>
          <w:i/>
          <w:iCs/>
        </w:rPr>
        <w:br/>
        <w:t>singen. Aber ich kann kein Musikinstrument spielen.</w:t>
      </w:r>
      <w:r w:rsidRPr="00ED39EF">
        <w:rPr>
          <w:i/>
          <w:iCs/>
        </w:rPr>
        <w:br/>
        <w:t>Ich heiße Nicole. Mein Hobby ist Volleyball spielen. An Wochenenden treffe ich meistens meine</w:t>
      </w:r>
      <w:r w:rsidRPr="00ED39EF">
        <w:rPr>
          <w:i/>
          <w:iCs/>
        </w:rPr>
        <w:br/>
        <w:t>Freunde. Wir spielen sonntags oft Volleyball im Park. Wir sind nur eine Freizeit-Mannschaft.</w:t>
      </w:r>
      <w:r w:rsidRPr="00ED39EF">
        <w:rPr>
          <w:i/>
          <w:iCs/>
        </w:rPr>
        <w:br/>
        <w:t>Hi, ich bin Elif. An Wochenenden bleibe ich meistens zu Hause. Ich bastle und lese oft ein</w:t>
      </w:r>
      <w:r w:rsidRPr="00ED39EF">
        <w:rPr>
          <w:i/>
          <w:iCs/>
        </w:rPr>
        <w:br/>
        <w:t>Buch. Fernsehen mag ich nicht, ich sehe nie fern. Abends gehe ich selten früh ins Bett.</w:t>
      </w:r>
    </w:p>
    <w:p w14:paraId="15A121CE" w14:textId="77777777" w:rsidR="005841CF" w:rsidRPr="00ED39EF" w:rsidRDefault="005841CF">
      <w:pPr>
        <w:pStyle w:val="Standard1"/>
        <w:rPr>
          <w:rFonts w:cs="Times New Roman"/>
          <w:i/>
          <w:iCs/>
        </w:rPr>
      </w:pPr>
    </w:p>
    <w:p w14:paraId="619A8F4F" w14:textId="77777777" w:rsidR="00D62410" w:rsidRPr="00ED39EF" w:rsidRDefault="001D0A96" w:rsidP="00D62410">
      <w:pPr>
        <w:pStyle w:val="Standard1"/>
        <w:numPr>
          <w:ilvl w:val="0"/>
          <w:numId w:val="5"/>
        </w:numPr>
        <w:rPr>
          <w:rFonts w:cs="Times New Roman"/>
          <w:iCs/>
        </w:rPr>
      </w:pPr>
      <w:r w:rsidRPr="00ED39EF">
        <w:rPr>
          <w:rFonts w:cs="Times New Roman"/>
          <w:iCs/>
        </w:rPr>
        <w:t>W</w:t>
      </w:r>
      <w:r w:rsidR="005841CF" w:rsidRPr="00ED39EF">
        <w:rPr>
          <w:rFonts w:cs="Times New Roman"/>
          <w:iCs/>
        </w:rPr>
        <w:t>as macht Ayhan in den Bergen</w:t>
      </w:r>
      <w:r w:rsidR="00D62410" w:rsidRPr="00ED39EF">
        <w:rPr>
          <w:rFonts w:cs="Times New Roman"/>
          <w:iCs/>
        </w:rPr>
        <w:t>?</w:t>
      </w:r>
    </w:p>
    <w:p w14:paraId="0178C1BD" w14:textId="77777777" w:rsidR="00F40111" w:rsidRPr="00ED39EF" w:rsidRDefault="00F40111" w:rsidP="00F40111">
      <w:pPr>
        <w:pStyle w:val="Standard1"/>
        <w:rPr>
          <w:rFonts w:cs="Times New Roman"/>
          <w:iCs/>
        </w:rPr>
      </w:pPr>
    </w:p>
    <w:p w14:paraId="10AD22B1" w14:textId="77777777" w:rsidR="00F40111" w:rsidRPr="00ED39EF" w:rsidRDefault="009F60A0" w:rsidP="00F40111">
      <w:pPr>
        <w:pStyle w:val="Standard1"/>
        <w:numPr>
          <w:ilvl w:val="0"/>
          <w:numId w:val="5"/>
        </w:numPr>
        <w:rPr>
          <w:rFonts w:cs="Times New Roman"/>
          <w:iCs/>
        </w:rPr>
      </w:pPr>
      <w:r w:rsidRPr="00ED39EF">
        <w:rPr>
          <w:rFonts w:cs="Times New Roman"/>
          <w:iCs/>
        </w:rPr>
        <w:t xml:space="preserve">Wie </w:t>
      </w:r>
      <w:r w:rsidR="005841CF" w:rsidRPr="00ED39EF">
        <w:rPr>
          <w:rFonts w:cs="Times New Roman"/>
          <w:iCs/>
        </w:rPr>
        <w:t>oft hört Stefan Musik</w:t>
      </w:r>
      <w:r w:rsidR="00D62410" w:rsidRPr="00ED39EF">
        <w:rPr>
          <w:rFonts w:cs="Times New Roman"/>
          <w:iCs/>
        </w:rPr>
        <w:t>?</w:t>
      </w:r>
    </w:p>
    <w:p w14:paraId="5D18882A" w14:textId="77777777" w:rsidR="00F40111" w:rsidRPr="00ED39EF" w:rsidRDefault="00F40111" w:rsidP="00F40111">
      <w:pPr>
        <w:pStyle w:val="ListeParagraf"/>
        <w:rPr>
          <w:rFonts w:cs="Times New Roman"/>
          <w:iCs/>
        </w:rPr>
      </w:pPr>
    </w:p>
    <w:p w14:paraId="112C8A84" w14:textId="77777777" w:rsidR="00F40111" w:rsidRPr="00ED39EF" w:rsidRDefault="009F60A0" w:rsidP="00F40111">
      <w:pPr>
        <w:pStyle w:val="Standard1"/>
        <w:numPr>
          <w:ilvl w:val="0"/>
          <w:numId w:val="5"/>
        </w:numPr>
        <w:rPr>
          <w:rFonts w:cs="Times New Roman"/>
          <w:iCs/>
        </w:rPr>
      </w:pPr>
      <w:r w:rsidRPr="00ED39EF">
        <w:rPr>
          <w:rFonts w:cs="Times New Roman"/>
          <w:iCs/>
        </w:rPr>
        <w:t xml:space="preserve">Wann </w:t>
      </w:r>
      <w:r w:rsidR="005841CF" w:rsidRPr="00ED39EF">
        <w:rPr>
          <w:rFonts w:cs="Times New Roman"/>
          <w:iCs/>
        </w:rPr>
        <w:t>trifft Nicole ihre Freunde</w:t>
      </w:r>
      <w:r w:rsidR="00D62410" w:rsidRPr="00ED39EF">
        <w:rPr>
          <w:rFonts w:cs="Times New Roman"/>
          <w:iCs/>
        </w:rPr>
        <w:t>?</w:t>
      </w:r>
    </w:p>
    <w:p w14:paraId="74CA9E40" w14:textId="77777777" w:rsidR="00F40111" w:rsidRPr="00ED39EF" w:rsidRDefault="00F40111" w:rsidP="00F40111">
      <w:pPr>
        <w:pStyle w:val="ListeParagraf"/>
        <w:rPr>
          <w:rFonts w:cs="Times New Roman"/>
          <w:iCs/>
        </w:rPr>
      </w:pPr>
    </w:p>
    <w:p w14:paraId="1C25F536" w14:textId="77777777" w:rsidR="00F40111" w:rsidRPr="00ED39EF" w:rsidRDefault="00417F7F" w:rsidP="00F40111">
      <w:pPr>
        <w:pStyle w:val="Standard1"/>
        <w:numPr>
          <w:ilvl w:val="0"/>
          <w:numId w:val="5"/>
        </w:numPr>
        <w:rPr>
          <w:rFonts w:cs="Times New Roman"/>
          <w:iCs/>
        </w:rPr>
      </w:pPr>
      <w:r w:rsidRPr="00ED39EF">
        <w:rPr>
          <w:rFonts w:cs="Times New Roman"/>
          <w:iCs/>
        </w:rPr>
        <w:t>Was</w:t>
      </w:r>
      <w:r w:rsidR="005841CF" w:rsidRPr="00ED39EF">
        <w:rPr>
          <w:rFonts w:cs="Times New Roman"/>
          <w:iCs/>
        </w:rPr>
        <w:t xml:space="preserve"> mag Elif nicht</w:t>
      </w:r>
      <w:r w:rsidR="00D62410" w:rsidRPr="00ED39EF">
        <w:rPr>
          <w:rFonts w:cs="Times New Roman"/>
          <w:iCs/>
        </w:rPr>
        <w:t>?</w:t>
      </w:r>
    </w:p>
    <w:p w14:paraId="773CEB1C" w14:textId="77777777" w:rsidR="00F40111" w:rsidRPr="00ED39EF" w:rsidRDefault="00F40111" w:rsidP="00F40111">
      <w:pPr>
        <w:pStyle w:val="ListeParagraf"/>
        <w:rPr>
          <w:rFonts w:cs="Times New Roman"/>
          <w:iCs/>
        </w:rPr>
      </w:pPr>
    </w:p>
    <w:p w14:paraId="771490D9" w14:textId="77777777" w:rsidR="00F40111" w:rsidRPr="00ED39EF" w:rsidRDefault="00417F7F" w:rsidP="00F40111">
      <w:pPr>
        <w:pStyle w:val="Standard1"/>
        <w:numPr>
          <w:ilvl w:val="0"/>
          <w:numId w:val="5"/>
        </w:numPr>
        <w:rPr>
          <w:rFonts w:cs="Times New Roman"/>
          <w:iCs/>
        </w:rPr>
      </w:pPr>
      <w:r w:rsidRPr="00ED39EF">
        <w:rPr>
          <w:rFonts w:cs="Times New Roman"/>
          <w:iCs/>
        </w:rPr>
        <w:t>W</w:t>
      </w:r>
      <w:r w:rsidR="005841CF" w:rsidRPr="00ED39EF">
        <w:rPr>
          <w:rFonts w:cs="Times New Roman"/>
          <w:iCs/>
        </w:rPr>
        <w:t>er kann gut singen</w:t>
      </w:r>
      <w:r w:rsidR="008640EC" w:rsidRPr="00ED39EF">
        <w:rPr>
          <w:rFonts w:cs="Times New Roman"/>
          <w:iCs/>
        </w:rPr>
        <w:t>?</w:t>
      </w:r>
    </w:p>
    <w:p w14:paraId="6B05C273" w14:textId="77777777" w:rsidR="0086685B" w:rsidRPr="00ED39EF" w:rsidRDefault="0086685B">
      <w:pPr>
        <w:pStyle w:val="Standard1"/>
        <w:rPr>
          <w:rFonts w:cs="Times New Roman"/>
          <w:i/>
        </w:rPr>
      </w:pPr>
    </w:p>
    <w:p w14:paraId="5701AC17" w14:textId="77777777" w:rsidR="008640EC" w:rsidRPr="00ED39EF" w:rsidRDefault="008640EC">
      <w:pPr>
        <w:pStyle w:val="Standard1"/>
        <w:rPr>
          <w:rFonts w:cs="Times New Roman"/>
          <w:i/>
        </w:rPr>
      </w:pPr>
    </w:p>
    <w:p w14:paraId="7633C100" w14:textId="77777777" w:rsidR="00843EF6" w:rsidRPr="00ED39EF" w:rsidRDefault="00843EF6">
      <w:pPr>
        <w:pStyle w:val="Standard1"/>
        <w:rPr>
          <w:rFonts w:cs="Times New Roman"/>
          <w:b/>
          <w:bCs/>
        </w:rPr>
      </w:pPr>
    </w:p>
    <w:p w14:paraId="3A800440" w14:textId="77777777" w:rsidR="006815FA" w:rsidRPr="00ED39EF" w:rsidRDefault="00F675D3">
      <w:pPr>
        <w:pStyle w:val="Standard1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Schreiben (</w:t>
      </w:r>
      <w:proofErr w:type="spellStart"/>
      <w:r w:rsidRPr="00ED39EF">
        <w:rPr>
          <w:rFonts w:cs="Times New Roman"/>
          <w:b/>
          <w:bCs/>
        </w:rPr>
        <w:t>Yazma</w:t>
      </w:r>
      <w:proofErr w:type="spellEnd"/>
      <w:r w:rsidRPr="00ED39EF">
        <w:rPr>
          <w:rFonts w:cs="Times New Roman"/>
          <w:b/>
          <w:bCs/>
        </w:rPr>
        <w:t>)</w:t>
      </w:r>
      <w:r w:rsidR="009F60A0" w:rsidRPr="00ED39EF">
        <w:rPr>
          <w:rFonts w:cs="Times New Roman"/>
          <w:b/>
          <w:bCs/>
        </w:rPr>
        <w:t xml:space="preserve"> %25</w:t>
      </w:r>
    </w:p>
    <w:p w14:paraId="5C2FF0C7" w14:textId="77777777" w:rsidR="006815FA" w:rsidRPr="00ED39EF" w:rsidRDefault="006815FA" w:rsidP="00843EF6">
      <w:pPr>
        <w:pStyle w:val="Standard1"/>
        <w:spacing w:line="480" w:lineRule="auto"/>
        <w:rPr>
          <w:rFonts w:cs="Times New Roman"/>
          <w:b/>
          <w:bCs/>
          <w:i/>
          <w:iCs/>
        </w:rPr>
      </w:pPr>
    </w:p>
    <w:p w14:paraId="3634E0DA" w14:textId="77777777" w:rsidR="009F60A0" w:rsidRPr="00ED39EF" w:rsidRDefault="00ED39EF" w:rsidP="00843EF6">
      <w:pPr>
        <w:pStyle w:val="Standard1"/>
        <w:spacing w:line="480" w:lineRule="auto"/>
        <w:rPr>
          <w:rFonts w:cs="Times New Roman"/>
        </w:rPr>
      </w:pPr>
      <w:r w:rsidRPr="00ED39EF">
        <w:rPr>
          <w:rFonts w:cs="Times New Roman"/>
        </w:rPr>
        <w:t>Was mögen und können ihre Familienmitglieder machen und wie oft? Schreiben Sie einen Text über Hobbys, Fähigkeiten und Sportarten in 5 Sätze!</w:t>
      </w:r>
    </w:p>
    <w:p w14:paraId="25A2EDE1" w14:textId="77777777" w:rsidR="0035117C" w:rsidRPr="00ED39EF" w:rsidRDefault="0035117C">
      <w:pPr>
        <w:pStyle w:val="Standard1"/>
        <w:rPr>
          <w:rFonts w:cs="Times New Roman"/>
          <w:b/>
        </w:rPr>
      </w:pPr>
    </w:p>
    <w:p w14:paraId="768C8CAE" w14:textId="77777777" w:rsidR="0035117C" w:rsidRPr="00ED39EF" w:rsidRDefault="0035117C">
      <w:pPr>
        <w:pStyle w:val="Standard1"/>
        <w:rPr>
          <w:rFonts w:cs="Times New Roman"/>
          <w:b/>
        </w:rPr>
      </w:pPr>
    </w:p>
    <w:p w14:paraId="08FDD50B" w14:textId="77777777" w:rsidR="0035117C" w:rsidRPr="00ED39EF" w:rsidRDefault="0035117C">
      <w:pPr>
        <w:pStyle w:val="Standard1"/>
        <w:rPr>
          <w:rFonts w:cs="Times New Roman"/>
          <w:b/>
        </w:rPr>
      </w:pPr>
    </w:p>
    <w:p w14:paraId="0CE2B4C8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703E0F74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17E3DB31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1B5C98A1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4A582A4F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335C0007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6B79D286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3B8E518C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5DDB2CDE" w14:textId="77777777" w:rsidR="008640EC" w:rsidRPr="00ED39EF" w:rsidRDefault="008640EC" w:rsidP="008640EC">
      <w:pPr>
        <w:pStyle w:val="Standard1"/>
        <w:ind w:left="6354" w:firstLine="706"/>
        <w:rPr>
          <w:rFonts w:cs="Times New Roman"/>
        </w:rPr>
      </w:pPr>
      <w:bookmarkStart w:id="1" w:name="_Hlk147855227"/>
      <w:r w:rsidRPr="00ED39EF">
        <w:rPr>
          <w:rFonts w:cs="Times New Roman"/>
        </w:rPr>
        <w:t>Cansu KILINÇER</w:t>
      </w:r>
    </w:p>
    <w:p w14:paraId="3C5525A7" w14:textId="77777777" w:rsidR="008640EC" w:rsidRPr="00ED39EF" w:rsidRDefault="008640EC" w:rsidP="008640EC">
      <w:pPr>
        <w:pStyle w:val="Standard1"/>
        <w:ind w:firstLine="706"/>
        <w:rPr>
          <w:rFonts w:cs="Times New Roman"/>
        </w:rPr>
      </w:pP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  <w:t>Deutschlehrerin</w:t>
      </w:r>
    </w:p>
    <w:bookmarkEnd w:id="1"/>
    <w:p w14:paraId="29924BD0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6C7343BA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1CFA1642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413493CE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191717A9" w14:textId="77777777" w:rsidR="008640EC" w:rsidRPr="00ED39EF" w:rsidRDefault="008640EC">
      <w:pPr>
        <w:pStyle w:val="Standard1"/>
        <w:rPr>
          <w:rFonts w:cs="Times New Roman"/>
          <w:b/>
        </w:rPr>
      </w:pPr>
    </w:p>
    <w:p w14:paraId="25F36F5C" w14:textId="77777777" w:rsidR="0035117C" w:rsidRPr="00ED39EF" w:rsidRDefault="0035117C">
      <w:pPr>
        <w:pStyle w:val="Standard1"/>
        <w:rPr>
          <w:rFonts w:cs="Times New Roman"/>
          <w:b/>
        </w:rPr>
      </w:pPr>
    </w:p>
    <w:p w14:paraId="0703E269" w14:textId="77777777" w:rsidR="008640EC" w:rsidRPr="00ED39EF" w:rsidRDefault="008640EC" w:rsidP="008640EC">
      <w:pPr>
        <w:pStyle w:val="Standard1"/>
        <w:rPr>
          <w:rFonts w:cs="Times New Roman"/>
        </w:rPr>
      </w:pPr>
      <w:bookmarkStart w:id="2" w:name="_Hlk147855244"/>
      <w:r w:rsidRPr="00ED39EF">
        <w:rPr>
          <w:rFonts w:cs="Times New Roman"/>
        </w:rPr>
        <w:t>Vor- und Nachname:</w:t>
      </w:r>
    </w:p>
    <w:p w14:paraId="3B117C49" w14:textId="77777777" w:rsidR="008640EC" w:rsidRPr="00ED39EF" w:rsidRDefault="008640EC" w:rsidP="008640EC">
      <w:pPr>
        <w:pStyle w:val="Standard1"/>
        <w:rPr>
          <w:rFonts w:cs="Times New Roman"/>
        </w:rPr>
      </w:pPr>
      <w:r w:rsidRPr="00ED39EF">
        <w:rPr>
          <w:rFonts w:cs="Times New Roman"/>
        </w:rPr>
        <w:t>Klasse/ Nummer:</w:t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  <w:t xml:space="preserve">     Punkte:</w:t>
      </w:r>
    </w:p>
    <w:p w14:paraId="28D9C175" w14:textId="77777777" w:rsidR="002C67F6" w:rsidRPr="00ED39EF" w:rsidRDefault="002C67F6" w:rsidP="008640EC">
      <w:pPr>
        <w:pStyle w:val="Standard1"/>
        <w:rPr>
          <w:rFonts w:cs="Times New Roman"/>
        </w:rPr>
      </w:pPr>
    </w:p>
    <w:p w14:paraId="44DF5D2D" w14:textId="77777777" w:rsidR="002C67F6" w:rsidRPr="00ED39EF" w:rsidRDefault="002C67F6" w:rsidP="002C67F6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AYBERS HİKMET KARABACAK ANADOLU LİSESİ</w:t>
      </w:r>
    </w:p>
    <w:p w14:paraId="48065F9D" w14:textId="77777777" w:rsidR="002C67F6" w:rsidRPr="00ED39EF" w:rsidRDefault="002C67F6" w:rsidP="002C67F6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2023- 2024 EĞİTİM- ÖĞRETİM YILI I</w:t>
      </w:r>
      <w:r w:rsidR="00ED39EF">
        <w:rPr>
          <w:rFonts w:cs="Times New Roman"/>
          <w:b/>
          <w:bCs/>
        </w:rPr>
        <w:t>I</w:t>
      </w:r>
      <w:r w:rsidRPr="00ED39EF">
        <w:rPr>
          <w:rFonts w:cs="Times New Roman"/>
          <w:b/>
          <w:bCs/>
        </w:rPr>
        <w:t>. DÖNEMİ</w:t>
      </w:r>
    </w:p>
    <w:p w14:paraId="378EE2D3" w14:textId="77777777" w:rsidR="002C67F6" w:rsidRPr="00ED39EF" w:rsidRDefault="00417F7F" w:rsidP="002C67F6">
      <w:pPr>
        <w:pStyle w:val="Standard1"/>
        <w:jc w:val="center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10</w:t>
      </w:r>
      <w:r w:rsidR="002C67F6" w:rsidRPr="00ED39EF">
        <w:rPr>
          <w:rFonts w:cs="Times New Roman"/>
          <w:b/>
          <w:bCs/>
        </w:rPr>
        <w:t>. SINIFLAR I. İKİNCİ YABANCI DİL SINAVI</w:t>
      </w:r>
    </w:p>
    <w:p w14:paraId="7FA09BDB" w14:textId="77777777" w:rsidR="002C67F6" w:rsidRPr="00ED39EF" w:rsidRDefault="002C67F6" w:rsidP="002C67F6">
      <w:pPr>
        <w:pStyle w:val="Standard1"/>
        <w:jc w:val="center"/>
        <w:rPr>
          <w:rFonts w:cs="Times New Roman"/>
          <w:b/>
          <w:bCs/>
        </w:rPr>
      </w:pPr>
    </w:p>
    <w:p w14:paraId="4F880D47" w14:textId="77777777" w:rsidR="002C67F6" w:rsidRPr="00ED39EF" w:rsidRDefault="002C67F6" w:rsidP="002C67F6">
      <w:pPr>
        <w:pStyle w:val="Standard1"/>
        <w:rPr>
          <w:rFonts w:cs="Times New Roman"/>
          <w:b/>
        </w:rPr>
      </w:pP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="00417F7F" w:rsidRPr="00ED39EF">
        <w:rPr>
          <w:rFonts w:cs="Times New Roman"/>
          <w:b/>
        </w:rPr>
        <w:t>A</w:t>
      </w:r>
    </w:p>
    <w:p w14:paraId="31724C36" w14:textId="77777777" w:rsidR="0035117C" w:rsidRPr="00ED39EF" w:rsidRDefault="0035117C">
      <w:pPr>
        <w:pStyle w:val="Standard1"/>
        <w:rPr>
          <w:rFonts w:cs="Times New Roman"/>
          <w:b/>
        </w:rPr>
      </w:pPr>
    </w:p>
    <w:bookmarkEnd w:id="2"/>
    <w:p w14:paraId="08E29148" w14:textId="77777777" w:rsidR="0035117C" w:rsidRPr="00ED39EF" w:rsidRDefault="0035117C">
      <w:pPr>
        <w:pStyle w:val="Standard1"/>
        <w:rPr>
          <w:rFonts w:cs="Times New Roman"/>
          <w:b/>
        </w:rPr>
      </w:pPr>
    </w:p>
    <w:p w14:paraId="76EC2C94" w14:textId="77777777" w:rsidR="00D62410" w:rsidRPr="00ED39EF" w:rsidRDefault="00D62410" w:rsidP="00D62410">
      <w:pPr>
        <w:pStyle w:val="Standard1"/>
        <w:rPr>
          <w:rFonts w:cs="Times New Roman"/>
          <w:b/>
          <w:bCs/>
        </w:rPr>
      </w:pPr>
      <w:r w:rsidRPr="00ED39EF">
        <w:rPr>
          <w:rFonts w:cs="Times New Roman"/>
          <w:b/>
          <w:bCs/>
        </w:rPr>
        <w:t>Hörverstehen (</w:t>
      </w:r>
      <w:proofErr w:type="spellStart"/>
      <w:r w:rsidRPr="00ED39EF">
        <w:rPr>
          <w:rFonts w:cs="Times New Roman"/>
          <w:b/>
          <w:bCs/>
        </w:rPr>
        <w:t>Dinleme</w:t>
      </w:r>
      <w:proofErr w:type="spellEnd"/>
      <w:r w:rsidRPr="00ED39EF">
        <w:rPr>
          <w:rFonts w:cs="Times New Roman"/>
          <w:b/>
          <w:bCs/>
        </w:rPr>
        <w:t xml:space="preserve">- </w:t>
      </w:r>
      <w:proofErr w:type="spellStart"/>
      <w:r w:rsidRPr="00ED39EF">
        <w:rPr>
          <w:rFonts w:cs="Times New Roman"/>
          <w:b/>
          <w:bCs/>
        </w:rPr>
        <w:t>Anlama</w:t>
      </w:r>
      <w:proofErr w:type="spellEnd"/>
      <w:r w:rsidRPr="00ED39EF">
        <w:rPr>
          <w:rFonts w:cs="Times New Roman"/>
          <w:b/>
          <w:bCs/>
        </w:rPr>
        <w:t>)</w:t>
      </w:r>
      <w:r w:rsidR="002C67F6" w:rsidRPr="00ED39EF">
        <w:rPr>
          <w:rFonts w:cs="Times New Roman"/>
          <w:b/>
          <w:bCs/>
        </w:rPr>
        <w:t xml:space="preserve"> %25</w:t>
      </w:r>
    </w:p>
    <w:p w14:paraId="5D771729" w14:textId="77777777" w:rsidR="00ED4629" w:rsidRPr="00ED39EF" w:rsidRDefault="00ED4629" w:rsidP="00D62410">
      <w:pPr>
        <w:pStyle w:val="Standard1"/>
        <w:rPr>
          <w:rFonts w:cs="Times New Roman"/>
          <w:b/>
        </w:rPr>
      </w:pPr>
    </w:p>
    <w:p w14:paraId="3CC0613A" w14:textId="77777777" w:rsidR="006E3673" w:rsidRPr="001C34EB" w:rsidRDefault="006E3673" w:rsidP="00B20421">
      <w:pPr>
        <w:pStyle w:val="Standard1"/>
        <w:ind w:firstLine="706"/>
        <w:rPr>
          <w:rFonts w:cs="Times New Roman"/>
          <w:i/>
          <w:iCs/>
          <w:color w:val="353C4E"/>
          <w:sz w:val="26"/>
          <w:szCs w:val="26"/>
          <w:shd w:val="clear" w:color="auto" w:fill="FFFFFF"/>
        </w:rPr>
      </w:pPr>
      <w:r w:rsidRPr="001C34EB">
        <w:rPr>
          <w:rFonts w:cs="Times New Roman"/>
          <w:i/>
          <w:iCs/>
          <w:color w:val="353C4E"/>
          <w:sz w:val="26"/>
          <w:szCs w:val="26"/>
          <w:shd w:val="clear" w:color="auto" w:fill="FFFFFF"/>
        </w:rPr>
        <w:t>Ich heiße Mark und bin ---------- Jahre alt. An Wochenenden treffe ich meine Freunde und wir machen zusammen viele Aktivitäten. Wir besuchen eine Ausstellung, spielen --------- und fahren Rollschuh. Montags, mittwochs und freitags gehe ich zum Musikkurs und spiele Geige. Ich finde Musik sehr ----------. Jeden Dienstag und ---------- jogge ich früh am Morgen. Im Sommer ---------- und surfe ich. Im Frühling wandere ich, im Winter fahre ich Ski und im Herbst sammle ich gern Blätter. Ich bin immer aktiv.</w:t>
      </w:r>
    </w:p>
    <w:p w14:paraId="3B5EC609" w14:textId="77777777" w:rsidR="002C67F6" w:rsidRPr="00ED39EF" w:rsidRDefault="006E3673" w:rsidP="00B20421">
      <w:pPr>
        <w:pStyle w:val="Standard1"/>
        <w:ind w:firstLine="706"/>
        <w:rPr>
          <w:rFonts w:cs="Times New Roman"/>
        </w:rPr>
      </w:pPr>
      <w:r>
        <w:rPr>
          <w:rFonts w:cs="Times New Roman"/>
          <w:i/>
          <w:iCs/>
          <w:color w:val="353C4E"/>
          <w:shd w:val="clear" w:color="auto" w:fill="FFFFFF"/>
        </w:rPr>
        <w:t xml:space="preserve"> </w:t>
      </w:r>
    </w:p>
    <w:p w14:paraId="3DE02A8D" w14:textId="77777777" w:rsidR="002C67F6" w:rsidRPr="00ED39EF" w:rsidRDefault="006E3673" w:rsidP="00EE7337">
      <w:pPr>
        <w:pStyle w:val="Standard1"/>
        <w:numPr>
          <w:ilvl w:val="0"/>
          <w:numId w:val="8"/>
        </w:numPr>
        <w:rPr>
          <w:rFonts w:cs="Times New Roman"/>
        </w:rPr>
      </w:pPr>
      <w:r>
        <w:rPr>
          <w:rFonts w:cs="Times New Roman"/>
        </w:rPr>
        <w:t>Wie alt ist Mark</w:t>
      </w:r>
      <w:r w:rsidR="00EE7337" w:rsidRPr="00ED39EF">
        <w:rPr>
          <w:rFonts w:cs="Times New Roman"/>
        </w:rPr>
        <w:t>?</w:t>
      </w:r>
    </w:p>
    <w:p w14:paraId="5BCD308C" w14:textId="77777777" w:rsidR="00EE7337" w:rsidRPr="00ED39EF" w:rsidRDefault="00EE7337" w:rsidP="00EE7337">
      <w:pPr>
        <w:pStyle w:val="Standard1"/>
        <w:ind w:left="720"/>
        <w:rPr>
          <w:rFonts w:cs="Times New Roman"/>
        </w:rPr>
      </w:pPr>
    </w:p>
    <w:p w14:paraId="69CC5614" w14:textId="77777777" w:rsidR="00EE7337" w:rsidRPr="00ED39EF" w:rsidRDefault="006E3673" w:rsidP="00EE7337">
      <w:pPr>
        <w:pStyle w:val="Standard1"/>
        <w:numPr>
          <w:ilvl w:val="0"/>
          <w:numId w:val="8"/>
        </w:numPr>
        <w:rPr>
          <w:rFonts w:cs="Times New Roman"/>
        </w:rPr>
      </w:pPr>
      <w:r>
        <w:rPr>
          <w:rFonts w:cs="Times New Roman"/>
        </w:rPr>
        <w:t>Was spielen Mark und seine Freunde</w:t>
      </w:r>
      <w:r w:rsidR="00EE7337" w:rsidRPr="00ED39EF">
        <w:rPr>
          <w:rFonts w:cs="Times New Roman"/>
        </w:rPr>
        <w:t>?</w:t>
      </w:r>
    </w:p>
    <w:p w14:paraId="5F0F3AB2" w14:textId="77777777" w:rsidR="00EE7337" w:rsidRPr="00ED39EF" w:rsidRDefault="00EE7337" w:rsidP="00EE7337">
      <w:pPr>
        <w:pStyle w:val="ListeParagraf"/>
        <w:rPr>
          <w:rFonts w:cs="Times New Roman"/>
        </w:rPr>
      </w:pPr>
    </w:p>
    <w:p w14:paraId="664B9B0C" w14:textId="77777777" w:rsidR="00EE7337" w:rsidRPr="00ED39EF" w:rsidRDefault="006E3673" w:rsidP="00EE7337">
      <w:pPr>
        <w:pStyle w:val="Standard1"/>
        <w:numPr>
          <w:ilvl w:val="0"/>
          <w:numId w:val="8"/>
        </w:numPr>
        <w:rPr>
          <w:rFonts w:cs="Times New Roman"/>
        </w:rPr>
      </w:pPr>
      <w:r>
        <w:rPr>
          <w:rFonts w:cs="Times New Roman"/>
        </w:rPr>
        <w:t>Findet er Musik langweilig</w:t>
      </w:r>
      <w:r w:rsidR="00EE7337" w:rsidRPr="00ED39EF">
        <w:rPr>
          <w:rFonts w:cs="Times New Roman"/>
        </w:rPr>
        <w:t>?</w:t>
      </w:r>
    </w:p>
    <w:p w14:paraId="7D881A22" w14:textId="77777777" w:rsidR="00EE7337" w:rsidRPr="00ED39EF" w:rsidRDefault="00EE7337" w:rsidP="00EE7337">
      <w:pPr>
        <w:pStyle w:val="ListeParagraf"/>
        <w:rPr>
          <w:rFonts w:cs="Times New Roman"/>
        </w:rPr>
      </w:pPr>
    </w:p>
    <w:p w14:paraId="695F9770" w14:textId="77777777" w:rsidR="00EE7337" w:rsidRPr="00ED39EF" w:rsidRDefault="001C34EB" w:rsidP="00EE7337">
      <w:pPr>
        <w:pStyle w:val="Standard1"/>
        <w:numPr>
          <w:ilvl w:val="0"/>
          <w:numId w:val="8"/>
        </w:numPr>
        <w:rPr>
          <w:rFonts w:cs="Times New Roman"/>
        </w:rPr>
      </w:pPr>
      <w:r>
        <w:rPr>
          <w:rFonts w:cs="Times New Roman"/>
        </w:rPr>
        <w:t>Joggt er jeden Dienstag und Donnerstag</w:t>
      </w:r>
      <w:r w:rsidR="00EE7337" w:rsidRPr="00ED39EF">
        <w:rPr>
          <w:rFonts w:cs="Times New Roman"/>
        </w:rPr>
        <w:t>?</w:t>
      </w:r>
    </w:p>
    <w:p w14:paraId="1341A517" w14:textId="77777777" w:rsidR="00EE7337" w:rsidRPr="00ED39EF" w:rsidRDefault="00EE7337" w:rsidP="00EE7337">
      <w:pPr>
        <w:pStyle w:val="ListeParagraf"/>
        <w:rPr>
          <w:rFonts w:cs="Times New Roman"/>
        </w:rPr>
      </w:pPr>
    </w:p>
    <w:p w14:paraId="5867316E" w14:textId="77777777" w:rsidR="00EE7337" w:rsidRPr="00ED39EF" w:rsidRDefault="00EE7337" w:rsidP="00EE7337">
      <w:pPr>
        <w:pStyle w:val="Standard1"/>
        <w:numPr>
          <w:ilvl w:val="0"/>
          <w:numId w:val="8"/>
        </w:numPr>
        <w:rPr>
          <w:rFonts w:cs="Times New Roman"/>
        </w:rPr>
      </w:pPr>
      <w:r w:rsidRPr="00ED39EF">
        <w:rPr>
          <w:rFonts w:cs="Times New Roman"/>
        </w:rPr>
        <w:t>Was m</w:t>
      </w:r>
      <w:r w:rsidR="001C34EB">
        <w:rPr>
          <w:rFonts w:cs="Times New Roman"/>
        </w:rPr>
        <w:t>acht er im Sommer</w:t>
      </w:r>
      <w:r w:rsidRPr="00ED39EF">
        <w:rPr>
          <w:rFonts w:cs="Times New Roman"/>
        </w:rPr>
        <w:t>?</w:t>
      </w:r>
    </w:p>
    <w:p w14:paraId="09E02D25" w14:textId="77777777" w:rsidR="00EE7337" w:rsidRPr="00ED39EF" w:rsidRDefault="00EE7337" w:rsidP="00EE7337">
      <w:pPr>
        <w:pStyle w:val="Standard1"/>
        <w:ind w:left="720"/>
        <w:rPr>
          <w:rFonts w:cs="Times New Roman"/>
        </w:rPr>
      </w:pPr>
    </w:p>
    <w:p w14:paraId="7830924B" w14:textId="77777777" w:rsidR="00EE7337" w:rsidRPr="00ED39EF" w:rsidRDefault="00EE7337" w:rsidP="00EE7337">
      <w:pPr>
        <w:pStyle w:val="Standard1"/>
        <w:ind w:left="720"/>
        <w:rPr>
          <w:rFonts w:cs="Times New Roman"/>
        </w:rPr>
      </w:pPr>
    </w:p>
    <w:p w14:paraId="7A694DBD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34D84DA9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69282BED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452A13A4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7A404DAC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0FF0AA2F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1EBD99BA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6ABF4770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47248FD8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60AF2A7B" w14:textId="77777777" w:rsidR="002C67F6" w:rsidRPr="00ED39EF" w:rsidRDefault="002C67F6" w:rsidP="00B20421">
      <w:pPr>
        <w:pStyle w:val="Standard1"/>
        <w:ind w:firstLine="706"/>
        <w:rPr>
          <w:rFonts w:cs="Times New Roman"/>
        </w:rPr>
      </w:pPr>
    </w:p>
    <w:p w14:paraId="3AFDA8CB" w14:textId="77777777" w:rsidR="002C67F6" w:rsidRPr="00ED39EF" w:rsidRDefault="002C67F6" w:rsidP="00EE7337">
      <w:pPr>
        <w:pStyle w:val="Standard1"/>
        <w:rPr>
          <w:rFonts w:cs="Times New Roman"/>
        </w:rPr>
      </w:pPr>
    </w:p>
    <w:p w14:paraId="3041541B" w14:textId="77777777" w:rsidR="006815FA" w:rsidRPr="00ED39EF" w:rsidRDefault="00F675D3" w:rsidP="00B20421">
      <w:pPr>
        <w:pStyle w:val="Standard1"/>
        <w:ind w:firstLine="706"/>
        <w:rPr>
          <w:rFonts w:cs="Times New Roman"/>
        </w:rPr>
      </w:pP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bookmarkStart w:id="3" w:name="_Hlk147855148"/>
      <w:r w:rsidRPr="00ED39EF">
        <w:rPr>
          <w:rFonts w:cs="Times New Roman"/>
        </w:rPr>
        <w:t>Cansu KILINÇER</w:t>
      </w:r>
    </w:p>
    <w:p w14:paraId="554459E9" w14:textId="77777777" w:rsidR="006815FA" w:rsidRPr="00ED39EF" w:rsidRDefault="00F675D3" w:rsidP="00B20421">
      <w:pPr>
        <w:pStyle w:val="Standard1"/>
        <w:ind w:firstLine="706"/>
        <w:rPr>
          <w:rFonts w:cs="Times New Roman"/>
        </w:rPr>
      </w:pP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</w:r>
      <w:r w:rsidRPr="00ED39EF">
        <w:rPr>
          <w:rFonts w:cs="Times New Roman"/>
        </w:rPr>
        <w:tab/>
        <w:t>Deutschlehrerin</w:t>
      </w:r>
      <w:bookmarkEnd w:id="3"/>
    </w:p>
    <w:sectPr w:rsidR="006815FA" w:rsidRPr="00ED39EF" w:rsidSect="00552AD6">
      <w:pgSz w:w="11905" w:h="16837"/>
      <w:pgMar w:top="567" w:right="1134" w:bottom="56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4186FF" w14:textId="77777777" w:rsidR="00552AD6" w:rsidRDefault="00552AD6">
      <w:r>
        <w:separator/>
      </w:r>
    </w:p>
  </w:endnote>
  <w:endnote w:type="continuationSeparator" w:id="0">
    <w:p w14:paraId="18922C5B" w14:textId="77777777" w:rsidR="00552AD6" w:rsidRDefault="00552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BCC7E" w14:textId="77777777" w:rsidR="00552AD6" w:rsidRDefault="00552AD6">
      <w:r>
        <w:rPr>
          <w:color w:val="000000"/>
        </w:rPr>
        <w:separator/>
      </w:r>
    </w:p>
  </w:footnote>
  <w:footnote w:type="continuationSeparator" w:id="0">
    <w:p w14:paraId="3920E9D3" w14:textId="77777777" w:rsidR="00552AD6" w:rsidRDefault="00552A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92009"/>
    <w:multiLevelType w:val="hybridMultilevel"/>
    <w:tmpl w:val="0038D66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A3F63"/>
    <w:multiLevelType w:val="hybridMultilevel"/>
    <w:tmpl w:val="E800FCC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55C7C00"/>
    <w:multiLevelType w:val="hybridMultilevel"/>
    <w:tmpl w:val="3E9A2E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B14A9F"/>
    <w:multiLevelType w:val="hybridMultilevel"/>
    <w:tmpl w:val="56E85C62"/>
    <w:lvl w:ilvl="0" w:tplc="FE5CD700">
      <w:start w:val="2023"/>
      <w:numFmt w:val="bullet"/>
      <w:lvlText w:val=""/>
      <w:lvlJc w:val="left"/>
      <w:pPr>
        <w:ind w:left="720" w:hanging="360"/>
      </w:pPr>
      <w:rPr>
        <w:rFonts w:ascii="Symbol" w:eastAsia="Andale Sans UI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74EE4"/>
    <w:multiLevelType w:val="hybridMultilevel"/>
    <w:tmpl w:val="7DDE31AC"/>
    <w:lvl w:ilvl="0" w:tplc="041F000F">
      <w:start w:val="1"/>
      <w:numFmt w:val="decimal"/>
      <w:lvlText w:val="%1."/>
      <w:lvlJc w:val="left"/>
      <w:pPr>
        <w:ind w:left="785" w:hanging="360"/>
      </w:pPr>
    </w:lvl>
    <w:lvl w:ilvl="1" w:tplc="041F0019" w:tentative="1">
      <w:start w:val="1"/>
      <w:numFmt w:val="lowerLetter"/>
      <w:lvlText w:val="%2."/>
      <w:lvlJc w:val="left"/>
      <w:pPr>
        <w:ind w:left="1505" w:hanging="360"/>
      </w:pPr>
    </w:lvl>
    <w:lvl w:ilvl="2" w:tplc="041F001B" w:tentative="1">
      <w:start w:val="1"/>
      <w:numFmt w:val="lowerRoman"/>
      <w:lvlText w:val="%3."/>
      <w:lvlJc w:val="right"/>
      <w:pPr>
        <w:ind w:left="2225" w:hanging="180"/>
      </w:pPr>
    </w:lvl>
    <w:lvl w:ilvl="3" w:tplc="041F000F" w:tentative="1">
      <w:start w:val="1"/>
      <w:numFmt w:val="decimal"/>
      <w:lvlText w:val="%4."/>
      <w:lvlJc w:val="left"/>
      <w:pPr>
        <w:ind w:left="2945" w:hanging="360"/>
      </w:pPr>
    </w:lvl>
    <w:lvl w:ilvl="4" w:tplc="041F0019" w:tentative="1">
      <w:start w:val="1"/>
      <w:numFmt w:val="lowerLetter"/>
      <w:lvlText w:val="%5."/>
      <w:lvlJc w:val="left"/>
      <w:pPr>
        <w:ind w:left="3665" w:hanging="360"/>
      </w:pPr>
    </w:lvl>
    <w:lvl w:ilvl="5" w:tplc="041F001B" w:tentative="1">
      <w:start w:val="1"/>
      <w:numFmt w:val="lowerRoman"/>
      <w:lvlText w:val="%6."/>
      <w:lvlJc w:val="right"/>
      <w:pPr>
        <w:ind w:left="4385" w:hanging="180"/>
      </w:pPr>
    </w:lvl>
    <w:lvl w:ilvl="6" w:tplc="041F000F" w:tentative="1">
      <w:start w:val="1"/>
      <w:numFmt w:val="decimal"/>
      <w:lvlText w:val="%7."/>
      <w:lvlJc w:val="left"/>
      <w:pPr>
        <w:ind w:left="5105" w:hanging="360"/>
      </w:pPr>
    </w:lvl>
    <w:lvl w:ilvl="7" w:tplc="041F0019" w:tentative="1">
      <w:start w:val="1"/>
      <w:numFmt w:val="lowerLetter"/>
      <w:lvlText w:val="%8."/>
      <w:lvlJc w:val="left"/>
      <w:pPr>
        <w:ind w:left="5825" w:hanging="360"/>
      </w:pPr>
    </w:lvl>
    <w:lvl w:ilvl="8" w:tplc="041F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38251B0"/>
    <w:multiLevelType w:val="hybridMultilevel"/>
    <w:tmpl w:val="A64AEEA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523B3"/>
    <w:multiLevelType w:val="hybridMultilevel"/>
    <w:tmpl w:val="65B2E48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D77DA5"/>
    <w:multiLevelType w:val="hybridMultilevel"/>
    <w:tmpl w:val="0852A42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0C0798"/>
    <w:multiLevelType w:val="multilevel"/>
    <w:tmpl w:val="182CD0C8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 w16cid:durableId="555118477">
    <w:abstractNumId w:val="8"/>
  </w:num>
  <w:num w:numId="2" w16cid:durableId="1335836903">
    <w:abstractNumId w:val="6"/>
  </w:num>
  <w:num w:numId="3" w16cid:durableId="457065196">
    <w:abstractNumId w:val="1"/>
  </w:num>
  <w:num w:numId="4" w16cid:durableId="556555743">
    <w:abstractNumId w:val="0"/>
  </w:num>
  <w:num w:numId="5" w16cid:durableId="2118717750">
    <w:abstractNumId w:val="5"/>
  </w:num>
  <w:num w:numId="6" w16cid:durableId="2130925804">
    <w:abstractNumId w:val="7"/>
  </w:num>
  <w:num w:numId="7" w16cid:durableId="830101580">
    <w:abstractNumId w:val="3"/>
  </w:num>
  <w:num w:numId="8" w16cid:durableId="878129534">
    <w:abstractNumId w:val="2"/>
  </w:num>
  <w:num w:numId="9" w16cid:durableId="19203649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FA"/>
    <w:rsid w:val="00007FD0"/>
    <w:rsid w:val="00047127"/>
    <w:rsid w:val="000D1A54"/>
    <w:rsid w:val="000D3108"/>
    <w:rsid w:val="001841AF"/>
    <w:rsid w:val="001C34EB"/>
    <w:rsid w:val="001D0A96"/>
    <w:rsid w:val="00273A45"/>
    <w:rsid w:val="002C67F6"/>
    <w:rsid w:val="00317363"/>
    <w:rsid w:val="0035117C"/>
    <w:rsid w:val="0036154F"/>
    <w:rsid w:val="00417F7F"/>
    <w:rsid w:val="00425D3B"/>
    <w:rsid w:val="004300BD"/>
    <w:rsid w:val="004622B4"/>
    <w:rsid w:val="004A296D"/>
    <w:rsid w:val="004B68AE"/>
    <w:rsid w:val="004B6E07"/>
    <w:rsid w:val="004E01CC"/>
    <w:rsid w:val="004E26E4"/>
    <w:rsid w:val="00552AD6"/>
    <w:rsid w:val="0056023E"/>
    <w:rsid w:val="005841CF"/>
    <w:rsid w:val="00590EAB"/>
    <w:rsid w:val="0062215B"/>
    <w:rsid w:val="00676854"/>
    <w:rsid w:val="006815FA"/>
    <w:rsid w:val="006B7FE2"/>
    <w:rsid w:val="006E3673"/>
    <w:rsid w:val="00725905"/>
    <w:rsid w:val="007948B1"/>
    <w:rsid w:val="007A01FE"/>
    <w:rsid w:val="00800B6F"/>
    <w:rsid w:val="00840E1D"/>
    <w:rsid w:val="00843EF6"/>
    <w:rsid w:val="008640EC"/>
    <w:rsid w:val="0086685B"/>
    <w:rsid w:val="008728CC"/>
    <w:rsid w:val="00894966"/>
    <w:rsid w:val="00997578"/>
    <w:rsid w:val="009D4147"/>
    <w:rsid w:val="009D774D"/>
    <w:rsid w:val="009F60A0"/>
    <w:rsid w:val="00A9374E"/>
    <w:rsid w:val="00AD2809"/>
    <w:rsid w:val="00B20421"/>
    <w:rsid w:val="00B60A30"/>
    <w:rsid w:val="00C90904"/>
    <w:rsid w:val="00C95003"/>
    <w:rsid w:val="00CA2FD8"/>
    <w:rsid w:val="00D10802"/>
    <w:rsid w:val="00D2157A"/>
    <w:rsid w:val="00D32506"/>
    <w:rsid w:val="00D62410"/>
    <w:rsid w:val="00E57159"/>
    <w:rsid w:val="00E60457"/>
    <w:rsid w:val="00ED39EF"/>
    <w:rsid w:val="00ED4629"/>
    <w:rsid w:val="00EE7337"/>
    <w:rsid w:val="00EE7C3C"/>
    <w:rsid w:val="00F14A2E"/>
    <w:rsid w:val="00F259ED"/>
    <w:rsid w:val="00F36094"/>
    <w:rsid w:val="00F40111"/>
    <w:rsid w:val="00F63D64"/>
    <w:rsid w:val="00F675D3"/>
    <w:rsid w:val="00FA0207"/>
    <w:rsid w:val="00FE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4B7A9"/>
  <w15:chartTrackingRefBased/>
  <w15:docId w15:val="{3F582A2D-ABD9-4F42-80FA-315B2FADF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styleId="Balk1">
    <w:name w:val="heading 1"/>
    <w:basedOn w:val="Normal"/>
    <w:next w:val="Normal"/>
    <w:link w:val="Balk1Char"/>
    <w:uiPriority w:val="9"/>
    <w:qFormat/>
    <w:rsid w:val="00843EF6"/>
    <w:pPr>
      <w:keepNext/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alk2">
    <w:name w:val="heading 2"/>
    <w:basedOn w:val="Normal"/>
    <w:next w:val="Normal"/>
    <w:link w:val="Balk2Char"/>
    <w:uiPriority w:val="9"/>
    <w:unhideWhenUsed/>
    <w:qFormat/>
    <w:rsid w:val="00843EF6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Balk3">
    <w:name w:val="heading 3"/>
    <w:basedOn w:val="Normal"/>
    <w:next w:val="Normal"/>
    <w:link w:val="Balk3Char"/>
    <w:uiPriority w:val="9"/>
    <w:unhideWhenUsed/>
    <w:qFormat/>
    <w:rsid w:val="00843EF6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1">
    <w:name w:val="Standard1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de-DE" w:eastAsia="ja-JP" w:bidi="fa-IR"/>
    </w:rPr>
  </w:style>
  <w:style w:type="paragraph" w:customStyle="1" w:styleId="Heading">
    <w:name w:val="Heading"/>
    <w:basedOn w:val="Standard1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1"/>
    <w:pPr>
      <w:spacing w:after="120"/>
    </w:pPr>
  </w:style>
  <w:style w:type="paragraph" w:styleId="Liste">
    <w:name w:val="List"/>
    <w:basedOn w:val="Textbody"/>
  </w:style>
  <w:style w:type="paragraph" w:styleId="KonuBal">
    <w:name w:val="Title"/>
    <w:basedOn w:val="Standard1"/>
    <w:pPr>
      <w:suppressLineNumbers/>
      <w:spacing w:before="120" w:after="120"/>
    </w:pPr>
    <w:rPr>
      <w:i/>
      <w:iCs/>
    </w:rPr>
  </w:style>
  <w:style w:type="paragraph" w:styleId="Altyaz">
    <w:name w:val="Subtitle"/>
    <w:basedOn w:val="Heading"/>
    <w:next w:val="Textbody"/>
    <w:pPr>
      <w:jc w:val="center"/>
    </w:pPr>
    <w:rPr>
      <w:i/>
      <w:iCs/>
    </w:rPr>
  </w:style>
  <w:style w:type="paragraph" w:customStyle="1" w:styleId="Index">
    <w:name w:val="Index"/>
    <w:basedOn w:val="Standard1"/>
    <w:pPr>
      <w:suppressLineNumbers/>
    </w:pPr>
  </w:style>
  <w:style w:type="paragraph" w:customStyle="1" w:styleId="TableContents">
    <w:name w:val="Table Contents"/>
    <w:basedOn w:val="Standard1"/>
    <w:pPr>
      <w:suppressLineNumbers/>
    </w:pPr>
  </w:style>
  <w:style w:type="character" w:customStyle="1" w:styleId="NumberingSymbols">
    <w:name w:val="Numbering Symbols"/>
  </w:style>
  <w:style w:type="paragraph" w:styleId="ListeParagraf">
    <w:name w:val="List Paragraph"/>
    <w:basedOn w:val="Normal"/>
    <w:uiPriority w:val="34"/>
    <w:qFormat/>
    <w:rsid w:val="0035117C"/>
    <w:pPr>
      <w:ind w:left="708"/>
    </w:pPr>
  </w:style>
  <w:style w:type="character" w:customStyle="1" w:styleId="Balk1Char">
    <w:name w:val="Başlık 1 Char"/>
    <w:link w:val="Balk1"/>
    <w:uiPriority w:val="9"/>
    <w:rsid w:val="00843EF6"/>
    <w:rPr>
      <w:rFonts w:ascii="Calibri Light" w:eastAsia="Times New Roman" w:hAnsi="Calibri Light" w:cs="Times New Roman"/>
      <w:b/>
      <w:bCs/>
      <w:kern w:val="32"/>
      <w:sz w:val="32"/>
      <w:szCs w:val="32"/>
      <w:lang w:val="de-DE" w:eastAsia="ja-JP" w:bidi="fa-IR"/>
    </w:rPr>
  </w:style>
  <w:style w:type="character" w:customStyle="1" w:styleId="Balk3Char">
    <w:name w:val="Başlık 3 Char"/>
    <w:link w:val="Balk3"/>
    <w:uiPriority w:val="9"/>
    <w:rsid w:val="00843EF6"/>
    <w:rPr>
      <w:rFonts w:ascii="Calibri Light" w:eastAsia="Times New Roman" w:hAnsi="Calibri Light" w:cs="Times New Roman"/>
      <w:b/>
      <w:bCs/>
      <w:kern w:val="3"/>
      <w:sz w:val="26"/>
      <w:szCs w:val="26"/>
      <w:lang w:val="de-DE" w:eastAsia="ja-JP" w:bidi="fa-IR"/>
    </w:rPr>
  </w:style>
  <w:style w:type="character" w:customStyle="1" w:styleId="Balk2Char">
    <w:name w:val="Başlık 2 Char"/>
    <w:link w:val="Balk2"/>
    <w:uiPriority w:val="9"/>
    <w:rsid w:val="00843EF6"/>
    <w:rPr>
      <w:rFonts w:ascii="Calibri Light" w:eastAsia="Times New Roman" w:hAnsi="Calibri Light" w:cs="Times New Roman"/>
      <w:b/>
      <w:bCs/>
      <w:i/>
      <w:iCs/>
      <w:kern w:val="3"/>
      <w:sz w:val="28"/>
      <w:szCs w:val="28"/>
      <w:lang w:val="de-DE" w:eastAsia="ja-JP" w:bidi="fa-IR"/>
    </w:rPr>
  </w:style>
  <w:style w:type="character" w:customStyle="1" w:styleId="spn">
    <w:name w:val="spn"/>
    <w:basedOn w:val="VarsaylanParagrafYazTipi"/>
    <w:rsid w:val="00ED46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>www.safierbas.com</Manager>
  <Company>www.safierbas.com</Company>
  <LinksUpToDate>false</LinksUpToDate>
  <CharactersWithSpaces>2211</CharactersWithSpaces>
  <SharedDoc>false</SharedDoc>
  <HyperlinkBase>www.safierbas.com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www.safierbas.com</dc:title>
  <dc:subject>www.safierbas.com</dc:subject>
  <dc:creator>www.safierbas.com</dc:creator>
  <cp:keywords>www.safierbas.com</cp:keywords>
  <dc:description>www.safierbas.com</dc:description>
  <cp:lastModifiedBy>safi erbas</cp:lastModifiedBy>
  <cp:revision>3</cp:revision>
  <cp:lastPrinted>2019-10-08T17:49:00Z</cp:lastPrinted>
  <dcterms:created xsi:type="dcterms:W3CDTF">2024-03-17T18:37:00Z</dcterms:created>
  <dcterms:modified xsi:type="dcterms:W3CDTF">2024-03-17T18:38:00Z</dcterms:modified>
  <cp:category>www.safierbas.com</cp:category>
  <cp:contentStatus>www.safierbas.com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