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7D841" w14:textId="1670E4A4" w:rsidR="006815FA" w:rsidRPr="001D379F" w:rsidRDefault="001D379F" w:rsidP="001D379F">
      <w:pPr>
        <w:pStyle w:val="Standard1"/>
        <w:jc w:val="center"/>
        <w:rPr>
          <w:rFonts w:cs="Times New Roman"/>
          <w:b/>
          <w:bCs/>
          <w:sz w:val="22"/>
          <w:szCs w:val="22"/>
        </w:rPr>
      </w:pPr>
      <w:r w:rsidRPr="001D379F">
        <w:rPr>
          <w:rFonts w:cs="Times New Roman"/>
          <w:b/>
          <w:bCs/>
          <w:sz w:val="22"/>
          <w:szCs w:val="22"/>
        </w:rPr>
        <w:t>………………………………………..</w:t>
      </w:r>
      <w:r w:rsidR="00F675D3" w:rsidRPr="001D379F">
        <w:rPr>
          <w:rFonts w:cs="Times New Roman"/>
          <w:b/>
          <w:bCs/>
          <w:sz w:val="22"/>
          <w:szCs w:val="22"/>
        </w:rPr>
        <w:t xml:space="preserve"> ANADOLU LİSESİ</w:t>
      </w:r>
    </w:p>
    <w:p w14:paraId="7332590A" w14:textId="77777777" w:rsidR="00484AF3" w:rsidRDefault="0035117C" w:rsidP="001D379F">
      <w:pPr>
        <w:pStyle w:val="Standard1"/>
        <w:jc w:val="center"/>
        <w:rPr>
          <w:rFonts w:cs="Times New Roman"/>
          <w:b/>
          <w:bCs/>
          <w:sz w:val="22"/>
          <w:szCs w:val="22"/>
        </w:rPr>
      </w:pPr>
      <w:r w:rsidRPr="001D379F">
        <w:rPr>
          <w:rFonts w:cs="Times New Roman"/>
          <w:b/>
          <w:bCs/>
          <w:sz w:val="22"/>
          <w:szCs w:val="22"/>
        </w:rPr>
        <w:t>202</w:t>
      </w:r>
      <w:r w:rsidR="00A32794" w:rsidRPr="001D379F">
        <w:rPr>
          <w:rFonts w:cs="Times New Roman"/>
          <w:b/>
          <w:bCs/>
          <w:sz w:val="22"/>
          <w:szCs w:val="22"/>
        </w:rPr>
        <w:t>3</w:t>
      </w:r>
      <w:r w:rsidRPr="001D379F">
        <w:rPr>
          <w:rFonts w:cs="Times New Roman"/>
          <w:b/>
          <w:bCs/>
          <w:sz w:val="22"/>
          <w:szCs w:val="22"/>
        </w:rPr>
        <w:t xml:space="preserve"> 202</w:t>
      </w:r>
      <w:r w:rsidR="00A32794" w:rsidRPr="001D379F">
        <w:rPr>
          <w:rFonts w:cs="Times New Roman"/>
          <w:b/>
          <w:bCs/>
          <w:sz w:val="22"/>
          <w:szCs w:val="22"/>
        </w:rPr>
        <w:t>4</w:t>
      </w:r>
      <w:r w:rsidR="00F675D3" w:rsidRPr="001D379F">
        <w:rPr>
          <w:rFonts w:cs="Times New Roman"/>
          <w:b/>
          <w:bCs/>
          <w:sz w:val="22"/>
          <w:szCs w:val="22"/>
        </w:rPr>
        <w:t xml:space="preserve"> EĞİTİM</w:t>
      </w:r>
      <w:r w:rsidR="00484AF3">
        <w:rPr>
          <w:rFonts w:cs="Times New Roman"/>
          <w:b/>
          <w:bCs/>
          <w:sz w:val="22"/>
          <w:szCs w:val="22"/>
        </w:rPr>
        <w:t xml:space="preserve"> </w:t>
      </w:r>
      <w:r w:rsidR="00F675D3" w:rsidRPr="001D379F">
        <w:rPr>
          <w:rFonts w:cs="Times New Roman"/>
          <w:b/>
          <w:bCs/>
          <w:sz w:val="22"/>
          <w:szCs w:val="22"/>
        </w:rPr>
        <w:t xml:space="preserve">- ÖĞRETİM YILI </w:t>
      </w:r>
    </w:p>
    <w:p w14:paraId="424F87C6" w14:textId="3FD27F23" w:rsidR="00B20421" w:rsidRPr="001D379F" w:rsidRDefault="00F675D3" w:rsidP="001D379F">
      <w:pPr>
        <w:pStyle w:val="Standard1"/>
        <w:jc w:val="center"/>
        <w:rPr>
          <w:rFonts w:cs="Times New Roman"/>
          <w:b/>
          <w:bCs/>
          <w:sz w:val="22"/>
          <w:szCs w:val="22"/>
        </w:rPr>
      </w:pPr>
      <w:r w:rsidRPr="001D379F">
        <w:rPr>
          <w:rFonts w:cs="Times New Roman"/>
          <w:b/>
          <w:bCs/>
          <w:sz w:val="22"/>
          <w:szCs w:val="22"/>
        </w:rPr>
        <w:t>I. DÖNEM</w:t>
      </w:r>
      <w:r w:rsidR="00484AF3">
        <w:rPr>
          <w:rFonts w:cs="Times New Roman"/>
          <w:b/>
          <w:bCs/>
          <w:sz w:val="22"/>
          <w:szCs w:val="22"/>
        </w:rPr>
        <w:t xml:space="preserve"> </w:t>
      </w:r>
      <w:r w:rsidR="008126EA" w:rsidRPr="001D379F">
        <w:rPr>
          <w:rFonts w:cs="Times New Roman"/>
          <w:b/>
          <w:bCs/>
          <w:sz w:val="22"/>
          <w:szCs w:val="22"/>
        </w:rPr>
        <w:t>9</w:t>
      </w:r>
      <w:r w:rsidRPr="001D379F">
        <w:rPr>
          <w:rFonts w:cs="Times New Roman"/>
          <w:b/>
          <w:bCs/>
          <w:sz w:val="22"/>
          <w:szCs w:val="22"/>
        </w:rPr>
        <w:t xml:space="preserve">. SINIFLAR </w:t>
      </w:r>
      <w:r w:rsidR="006E1F0B" w:rsidRPr="001D379F">
        <w:rPr>
          <w:rFonts w:cs="Times New Roman"/>
          <w:b/>
          <w:bCs/>
          <w:sz w:val="22"/>
          <w:szCs w:val="22"/>
        </w:rPr>
        <w:t>I</w:t>
      </w:r>
      <w:r w:rsidR="0093054F" w:rsidRPr="001D379F">
        <w:rPr>
          <w:rFonts w:cs="Times New Roman"/>
          <w:b/>
          <w:bCs/>
          <w:sz w:val="22"/>
          <w:szCs w:val="22"/>
        </w:rPr>
        <w:t>I</w:t>
      </w:r>
      <w:r w:rsidR="006E1F0B" w:rsidRPr="001D379F">
        <w:rPr>
          <w:rFonts w:cs="Times New Roman"/>
          <w:b/>
          <w:bCs/>
          <w:sz w:val="22"/>
          <w:szCs w:val="22"/>
        </w:rPr>
        <w:t xml:space="preserve">. </w:t>
      </w:r>
      <w:r w:rsidR="00561D0D" w:rsidRPr="001D379F">
        <w:rPr>
          <w:rFonts w:cs="Times New Roman"/>
          <w:b/>
          <w:bCs/>
          <w:sz w:val="22"/>
          <w:szCs w:val="22"/>
        </w:rPr>
        <w:t xml:space="preserve">SEÇMELİ </w:t>
      </w:r>
      <w:r w:rsidR="00484AF3" w:rsidRPr="001D379F">
        <w:rPr>
          <w:rFonts w:cs="Times New Roman"/>
          <w:b/>
          <w:bCs/>
          <w:sz w:val="22"/>
          <w:szCs w:val="22"/>
        </w:rPr>
        <w:t>ALMANCA SINAVI</w:t>
      </w:r>
    </w:p>
    <w:p w14:paraId="001898B7" w14:textId="5E5E7611" w:rsidR="009D5B90" w:rsidRPr="002766AD" w:rsidRDefault="009D5B90" w:rsidP="001D379F">
      <w:pPr>
        <w:pStyle w:val="Standard1"/>
        <w:jc w:val="center"/>
        <w:rPr>
          <w:rFonts w:cs="Times New Roman"/>
          <w:b/>
          <w:bCs/>
          <w:sz w:val="16"/>
          <w:szCs w:val="16"/>
        </w:rPr>
      </w:pPr>
      <w:r w:rsidRPr="001D379F">
        <w:rPr>
          <w:rFonts w:cs="Times New Roman"/>
          <w:b/>
          <w:bCs/>
          <w:sz w:val="22"/>
          <w:szCs w:val="22"/>
        </w:rPr>
        <w:t>KONUŞMA</w:t>
      </w:r>
      <w:r w:rsidR="00484AF3">
        <w:rPr>
          <w:rFonts w:cs="Times New Roman"/>
          <w:b/>
          <w:bCs/>
          <w:sz w:val="22"/>
          <w:szCs w:val="22"/>
        </w:rPr>
        <w:t xml:space="preserve"> </w:t>
      </w:r>
      <w:r w:rsidRPr="001D379F">
        <w:rPr>
          <w:rFonts w:cs="Times New Roman"/>
          <w:b/>
          <w:bCs/>
          <w:sz w:val="22"/>
          <w:szCs w:val="22"/>
        </w:rPr>
        <w:t>(SPRECHEN) BÖLÜMÜ</w:t>
      </w:r>
    </w:p>
    <w:p w14:paraId="193DF977" w14:textId="77777777" w:rsidR="00092A77" w:rsidRPr="002766AD" w:rsidRDefault="00092A77">
      <w:pPr>
        <w:pStyle w:val="Standard1"/>
        <w:jc w:val="center"/>
        <w:rPr>
          <w:rFonts w:cs="Times New Roman"/>
          <w:b/>
          <w:bCs/>
          <w:sz w:val="16"/>
          <w:szCs w:val="16"/>
        </w:rPr>
      </w:pPr>
    </w:p>
    <w:p w14:paraId="7998100F" w14:textId="77777777" w:rsidR="006815FA" w:rsidRPr="002766AD" w:rsidRDefault="009D5B90">
      <w:pPr>
        <w:pStyle w:val="Standard1"/>
        <w:rPr>
          <w:rFonts w:cs="Times New Roman"/>
          <w:sz w:val="16"/>
          <w:szCs w:val="16"/>
        </w:rPr>
      </w:pPr>
      <w:r w:rsidRPr="002766AD">
        <w:rPr>
          <w:rFonts w:cs="Times New Roman"/>
          <w:sz w:val="16"/>
          <w:szCs w:val="16"/>
        </w:rPr>
        <w:t>9</w:t>
      </w:r>
      <w:r w:rsidR="002766AD" w:rsidRPr="002766AD">
        <w:rPr>
          <w:rFonts w:cs="Times New Roman"/>
          <w:sz w:val="16"/>
          <w:szCs w:val="16"/>
        </w:rPr>
        <w:t>G</w:t>
      </w: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3069"/>
        <w:gridCol w:w="1027"/>
        <w:gridCol w:w="1027"/>
        <w:gridCol w:w="1027"/>
        <w:gridCol w:w="1027"/>
        <w:gridCol w:w="1027"/>
        <w:gridCol w:w="1027"/>
      </w:tblGrid>
      <w:tr w:rsidR="0093054F" w:rsidRPr="002766AD" w14:paraId="20E05E6D" w14:textId="77777777" w:rsidTr="001D379F">
        <w:trPr>
          <w:trHeight w:val="1282"/>
        </w:trPr>
        <w:tc>
          <w:tcPr>
            <w:tcW w:w="911" w:type="dxa"/>
            <w:shd w:val="clear" w:color="auto" w:fill="auto"/>
            <w:vAlign w:val="center"/>
          </w:tcPr>
          <w:p w14:paraId="59AD1ABD" w14:textId="77777777" w:rsidR="0093054F" w:rsidRPr="002F32CC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  <w:p w14:paraId="60E7B846" w14:textId="77777777" w:rsidR="0093054F" w:rsidRPr="002F32CC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  <w:p w14:paraId="349539A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cs="Times New Roman"/>
                <w:sz w:val="16"/>
                <w:szCs w:val="16"/>
              </w:rPr>
              <w:t>N</w:t>
            </w:r>
            <w:r w:rsidRPr="00BB3B4C">
              <w:rPr>
                <w:rFonts w:cs="Times New Roman"/>
                <w:sz w:val="14"/>
                <w:szCs w:val="14"/>
              </w:rPr>
              <w:t>ummer</w:t>
            </w:r>
          </w:p>
        </w:tc>
        <w:tc>
          <w:tcPr>
            <w:tcW w:w="3069" w:type="dxa"/>
            <w:shd w:val="clear" w:color="auto" w:fill="auto"/>
            <w:vAlign w:val="center"/>
          </w:tcPr>
          <w:p w14:paraId="5BD2C9C3" w14:textId="77777777" w:rsidR="0093054F" w:rsidRPr="002F32CC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  <w:p w14:paraId="409319DA" w14:textId="77777777" w:rsidR="0093054F" w:rsidRPr="002F32CC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  <w:p w14:paraId="66539C2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proofErr w:type="spellStart"/>
            <w:r w:rsidRPr="002F32CC">
              <w:rPr>
                <w:rFonts w:cs="Times New Roman"/>
                <w:sz w:val="16"/>
                <w:szCs w:val="16"/>
              </w:rPr>
              <w:t>Vor-und</w:t>
            </w:r>
            <w:proofErr w:type="spellEnd"/>
            <w:r w:rsidRPr="002F32CC">
              <w:rPr>
                <w:rFonts w:cs="Times New Roman"/>
                <w:sz w:val="16"/>
                <w:szCs w:val="16"/>
              </w:rPr>
              <w:t xml:space="preserve"> Nachname:</w:t>
            </w:r>
          </w:p>
        </w:tc>
        <w:tc>
          <w:tcPr>
            <w:tcW w:w="1027" w:type="dxa"/>
            <w:textDirection w:val="btLr"/>
            <w:vAlign w:val="center"/>
          </w:tcPr>
          <w:p w14:paraId="6430E885" w14:textId="77777777" w:rsidR="001D379F" w:rsidRDefault="001D379F" w:rsidP="001D379F">
            <w:pPr>
              <w:pStyle w:val="Standard1"/>
              <w:ind w:left="113"/>
              <w:rPr>
                <w:rFonts w:cs="Times New Roman"/>
                <w:b/>
                <w:bCs/>
                <w:sz w:val="16"/>
                <w:szCs w:val="16"/>
              </w:rPr>
            </w:pPr>
            <w:r w:rsidRPr="00BB3B4C">
              <w:rPr>
                <w:rFonts w:cs="Times New Roman"/>
                <w:b/>
                <w:bCs/>
                <w:sz w:val="16"/>
                <w:szCs w:val="16"/>
              </w:rPr>
              <w:t>Verwendung von einfachen Sätzen</w:t>
            </w:r>
          </w:p>
          <w:p w14:paraId="30999952" w14:textId="3712B830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textDirection w:val="btLr"/>
            <w:vAlign w:val="center"/>
          </w:tcPr>
          <w:p w14:paraId="0F9BB7E2" w14:textId="0B14122F" w:rsidR="0093054F" w:rsidRPr="002766AD" w:rsidRDefault="001D379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BB3B4C">
              <w:rPr>
                <w:rFonts w:cs="Times New Roman"/>
                <w:b/>
                <w:bCs/>
                <w:sz w:val="16"/>
                <w:szCs w:val="16"/>
              </w:rPr>
              <w:t>kann sich verständigen</w:t>
            </w:r>
          </w:p>
        </w:tc>
        <w:tc>
          <w:tcPr>
            <w:tcW w:w="1027" w:type="dxa"/>
            <w:textDirection w:val="btLr"/>
            <w:vAlign w:val="center"/>
          </w:tcPr>
          <w:p w14:paraId="63EA0B74" w14:textId="30DF03D9" w:rsidR="0093054F" w:rsidRPr="002766AD" w:rsidRDefault="001D379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BB3B4C">
              <w:rPr>
                <w:rFonts w:cs="Times New Roman"/>
                <w:b/>
                <w:bCs/>
                <w:sz w:val="16"/>
                <w:szCs w:val="16"/>
              </w:rPr>
              <w:t>Wortschatz</w:t>
            </w:r>
          </w:p>
        </w:tc>
        <w:tc>
          <w:tcPr>
            <w:tcW w:w="1027" w:type="dxa"/>
            <w:textDirection w:val="btLr"/>
            <w:vAlign w:val="center"/>
          </w:tcPr>
          <w:p w14:paraId="24C63D61" w14:textId="49C79E0B" w:rsidR="0093054F" w:rsidRPr="002766AD" w:rsidRDefault="001D379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BB3B4C">
              <w:rPr>
                <w:rFonts w:cs="Times New Roman"/>
                <w:b/>
                <w:bCs/>
                <w:sz w:val="16"/>
                <w:szCs w:val="16"/>
              </w:rPr>
              <w:t>Flüssigkeit</w:t>
            </w:r>
          </w:p>
        </w:tc>
        <w:tc>
          <w:tcPr>
            <w:tcW w:w="1027" w:type="dxa"/>
            <w:textDirection w:val="btLr"/>
            <w:vAlign w:val="center"/>
          </w:tcPr>
          <w:p w14:paraId="6D25D963" w14:textId="77777777" w:rsidR="001D379F" w:rsidRPr="002F32CC" w:rsidRDefault="001D379F" w:rsidP="001D379F">
            <w:pPr>
              <w:pStyle w:val="Standard1"/>
              <w:ind w:left="113"/>
              <w:rPr>
                <w:rFonts w:cs="Times New Roman"/>
                <w:b/>
                <w:bCs/>
                <w:sz w:val="16"/>
                <w:szCs w:val="16"/>
              </w:rPr>
            </w:pPr>
            <w:r w:rsidRPr="00BB3B4C">
              <w:rPr>
                <w:rFonts w:cs="Times New Roman"/>
                <w:b/>
                <w:bCs/>
                <w:sz w:val="16"/>
                <w:szCs w:val="16"/>
              </w:rPr>
              <w:t>grammatikalische Korrektheit</w:t>
            </w:r>
          </w:p>
          <w:p w14:paraId="642D7CB7" w14:textId="406B3D92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0166773" w14:textId="77777777" w:rsidR="0093054F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F32CC">
              <w:rPr>
                <w:rFonts w:cs="Times New Roman"/>
                <w:sz w:val="16"/>
                <w:szCs w:val="16"/>
              </w:rPr>
              <w:t>Punkte:</w:t>
            </w:r>
          </w:p>
          <w:p w14:paraId="368B80FE" w14:textId="77777777" w:rsidR="00AF3C6C" w:rsidRPr="00AF3C6C" w:rsidRDefault="00AF3C6C" w:rsidP="001D379F">
            <w:pPr>
              <w:pStyle w:val="Standard1"/>
              <w:rPr>
                <w:rFonts w:cs="Times New Roman"/>
                <w:b/>
                <w:bCs/>
                <w:sz w:val="16"/>
                <w:szCs w:val="16"/>
              </w:rPr>
            </w:pPr>
            <w:r w:rsidRPr="00AF3C6C">
              <w:rPr>
                <w:rFonts w:cs="Times New Roman"/>
                <w:b/>
                <w:bCs/>
                <w:sz w:val="16"/>
                <w:szCs w:val="16"/>
              </w:rPr>
              <w:t>%25</w:t>
            </w:r>
          </w:p>
        </w:tc>
      </w:tr>
      <w:tr w:rsidR="0093054F" w:rsidRPr="002766AD" w14:paraId="290B0C6F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5A93406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5E19BFB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CDC168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766AD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027" w:type="dxa"/>
            <w:vAlign w:val="center"/>
          </w:tcPr>
          <w:p w14:paraId="42595DC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766AD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027" w:type="dxa"/>
            <w:vAlign w:val="center"/>
          </w:tcPr>
          <w:p w14:paraId="7970B87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766AD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027" w:type="dxa"/>
            <w:vAlign w:val="center"/>
          </w:tcPr>
          <w:p w14:paraId="7460DCF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766AD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027" w:type="dxa"/>
            <w:vAlign w:val="center"/>
          </w:tcPr>
          <w:p w14:paraId="430A74D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766AD">
              <w:rPr>
                <w:rFonts w:cs="Times New Roman"/>
                <w:sz w:val="16"/>
                <w:szCs w:val="16"/>
              </w:rPr>
              <w:t>20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0331D02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  <w:r w:rsidRPr="002766AD">
              <w:rPr>
                <w:rFonts w:cs="Times New Roman"/>
                <w:sz w:val="16"/>
                <w:szCs w:val="16"/>
              </w:rPr>
              <w:t>100</w:t>
            </w:r>
          </w:p>
        </w:tc>
      </w:tr>
      <w:tr w:rsidR="0093054F" w:rsidRPr="002766AD" w14:paraId="0E4D0721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27E8D4DF" w14:textId="63A12D4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2A3B31A0" w14:textId="4FEA1E81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BEB8CF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68B77E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F84D90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685B24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21579D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7CEF95A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155EC830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3C174059" w14:textId="3C1A5E5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630C7B7C" w14:textId="3952E4A5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0EA262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1C590E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3551B1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2FC9F5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07994C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34CD39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141A011C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70329BF9" w14:textId="14BE92AF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609684AF" w14:textId="5AA2059F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96D16B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90CA4C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51B02C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8471A0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ABEA18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E46FB0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54E4C52B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44A94B6A" w14:textId="2B7A807D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2DBEFCD9" w14:textId="6E0E08F5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2F6D46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23FE09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796F06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49124B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F3B3C8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E8DE70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03ED900A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676CE35A" w14:textId="356DF730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575AE0A4" w14:textId="159FFB0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468D17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4388C8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8752AF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1FEC1A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5577DF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0888D20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62C424E9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4BBB8608" w14:textId="5451FEE2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7411B5CC" w14:textId="56B0B664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6784B9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FF8E30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A2B6BF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ED9174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95EDC1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72DCAA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26EE5226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19C8D9FC" w14:textId="27DB2801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495F5C22" w14:textId="68ABF4CC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A5E580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0649A1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E77C34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38CA9E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65FEF9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97775C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29512122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1FD24324" w14:textId="47324092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60666C8E" w14:textId="1D9A6570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45F716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C8F6DB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571D14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A75DCD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6A70F3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31FF46F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3E2F9168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2870D4D1" w14:textId="5D252688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0BA12A00" w14:textId="6DE3F46F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0D4EDD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3B4E82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E3C2AD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543624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51EFDA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0F6267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71722FEC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41EA1042" w14:textId="4F70F88E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4B7E86C6" w14:textId="754411EF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00528C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0F9513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7AED5A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94618C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131EA0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2EBF71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01D0DD0E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44A56E64" w14:textId="5941B91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1988BD56" w14:textId="3BFC4DCE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DD438E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197B34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3C5C84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5A1B7B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812CD6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745F29B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395418AE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44BD07C6" w14:textId="00E3B9E3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22E01EC9" w14:textId="49669EB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B09C61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0FFFA6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73609C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F22C2C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3974D2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0E7854A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2C32471D" w14:textId="77777777" w:rsidTr="001D379F">
        <w:trPr>
          <w:trHeight w:val="285"/>
        </w:trPr>
        <w:tc>
          <w:tcPr>
            <w:tcW w:w="911" w:type="dxa"/>
            <w:shd w:val="clear" w:color="auto" w:fill="auto"/>
            <w:vAlign w:val="center"/>
          </w:tcPr>
          <w:p w14:paraId="6A43A3C6" w14:textId="41C64178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3FEED798" w14:textId="3B5EE00E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8D1B4F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017496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867FC0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83CDCA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1E8F3E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10E13EC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22637BC4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1FDEEFD0" w14:textId="09390DA6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46A2D4F4" w14:textId="6DCA695D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FD07F0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CA679C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99A845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7D498B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1F2548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8A2A36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1213C6A1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5D8FD469" w14:textId="1AF6271B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71D4A18C" w14:textId="6CCD4C54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5467D2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C3C46C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F73A1E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215CBB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93608C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8FC4C9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5C0785DA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1BB7CCAE" w14:textId="6F3A1A4A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7533FFE8" w14:textId="7047028F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6ED592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A82CA6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69C581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6ED4A4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847FF7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D1FE7A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54AA557F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27A6EA44" w14:textId="215F188A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49760606" w14:textId="230F69EB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FD1ED6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38E088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AE9D0A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6F7481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794E8D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36B4E46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15672234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259ED76F" w14:textId="3FFA2E92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59BB7F2F" w14:textId="583D3A80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90B215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B09E1D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529BE8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D7F67E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BC21CD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00D8BA1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164FCF70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3097DA51" w14:textId="5ED224A9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4C9F27F5" w14:textId="7BD96A5B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0CCD1F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CA088F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5B32C1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5AF6FA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65C53A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5F03228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015CF55C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0ED5B8FB" w14:textId="1822D63A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38263EFD" w14:textId="3ED54E1F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E4B468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8DD81F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4D06B5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AB233A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173979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3A8AFEC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308CEF5A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663D6E76" w14:textId="770844A5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5DC38CDE" w14:textId="0B81362E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2000A7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69DA38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8979CB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B64833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A0B4B5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5E5651C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09203D5A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29C72D48" w14:textId="5C2E5D88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5920F7F9" w14:textId="133E682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0D5FCF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C56BD6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6AD66F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555162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C3FEE5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1BA7A2E0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45B0995A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34DE4E3C" w14:textId="675EA3FD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4F6C118A" w14:textId="79C7218A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FE9A86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1ED9BD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380FBE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64C6A2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C90BAC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275A13A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0916EA4E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22F7E791" w14:textId="2FDFE7FC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1B7B5F4C" w14:textId="34C620AA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703B43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426428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AD321F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0CBC4C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449907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536F9B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3CCC49CC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4F27595F" w14:textId="3B07A7F3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339C83B4" w14:textId="3BD37A4D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675635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070B70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F29764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4AA941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F005FE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0C6C963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53223FF6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0437F453" w14:textId="656A5769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71A4C620" w14:textId="2FC2F629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951BFB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035E19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E1D656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8C9108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48C675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1965029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5578E27F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63FCB507" w14:textId="438ACA3F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70B9C6A0" w14:textId="3BA8532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205D65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4FCCF4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1A994F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1C39E7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8A32EE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174BE40F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2F191D6D" w14:textId="77777777" w:rsidTr="001D379F">
        <w:trPr>
          <w:trHeight w:val="285"/>
        </w:trPr>
        <w:tc>
          <w:tcPr>
            <w:tcW w:w="911" w:type="dxa"/>
            <w:shd w:val="clear" w:color="auto" w:fill="auto"/>
            <w:vAlign w:val="center"/>
          </w:tcPr>
          <w:p w14:paraId="1996142E" w14:textId="765DECFB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2D90EDB9" w14:textId="3E7DACE0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BFC90D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34DA8F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55857F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9343E3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444358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77C72D1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1621AA25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718AAB3F" w14:textId="59798BB6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6FD8891E" w14:textId="0C5950B3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111403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DD8F1E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6C594D8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4EBFF9B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CB9AEA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7A6F2D1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6E4F4B6A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2488F861" w14:textId="220C64E8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35AD57C9" w14:textId="26F1B729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1027" w:type="dxa"/>
            <w:vAlign w:val="center"/>
          </w:tcPr>
          <w:p w14:paraId="560D9CD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347211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3ACCB37D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A0E973A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CCC7D9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BFAC47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1AA45C3D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730D00F7" w14:textId="064CEFE2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54EAED74" w14:textId="5087D6EC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1027" w:type="dxa"/>
            <w:vAlign w:val="center"/>
          </w:tcPr>
          <w:p w14:paraId="53A4605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411DF3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CAC745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EF79B53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1C0E8CB5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7538AF27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6869B7FA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2E734762" w14:textId="74547499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17864F6C" w14:textId="509B63E7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1027" w:type="dxa"/>
            <w:vAlign w:val="center"/>
          </w:tcPr>
          <w:p w14:paraId="16A1AD64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53858FE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5EF2C3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380583C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6DC59AE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50D3CCE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5B1DC2CC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3AC3D2C7" w14:textId="081700AB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0579F7C9" w14:textId="670A100F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1027" w:type="dxa"/>
            <w:vAlign w:val="center"/>
          </w:tcPr>
          <w:p w14:paraId="3323852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4B9012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86E7EB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20070B9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5F14A3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34B9E89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  <w:tr w:rsidR="0093054F" w:rsidRPr="002766AD" w14:paraId="15F0C66A" w14:textId="77777777" w:rsidTr="001D379F">
        <w:trPr>
          <w:trHeight w:val="311"/>
        </w:trPr>
        <w:tc>
          <w:tcPr>
            <w:tcW w:w="911" w:type="dxa"/>
            <w:shd w:val="clear" w:color="auto" w:fill="auto"/>
            <w:vAlign w:val="center"/>
          </w:tcPr>
          <w:p w14:paraId="1FC6FE4D" w14:textId="001467DE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3069" w:type="dxa"/>
            <w:shd w:val="clear" w:color="auto" w:fill="auto"/>
            <w:vAlign w:val="center"/>
          </w:tcPr>
          <w:p w14:paraId="3016A2EB" w14:textId="75816534" w:rsidR="0093054F" w:rsidRPr="002766AD" w:rsidRDefault="0093054F" w:rsidP="001D379F">
            <w:pPr>
              <w:pStyle w:val="Standard1"/>
              <w:rPr>
                <w:rFonts w:ascii="Arial" w:eastAsia="Times New Roman" w:hAnsi="Arial" w:cs="Arial"/>
                <w:kern w:val="0"/>
                <w:sz w:val="16"/>
                <w:szCs w:val="16"/>
                <w:lang w:eastAsia="tr-TR"/>
              </w:rPr>
            </w:pPr>
          </w:p>
        </w:tc>
        <w:tc>
          <w:tcPr>
            <w:tcW w:w="1027" w:type="dxa"/>
            <w:vAlign w:val="center"/>
          </w:tcPr>
          <w:p w14:paraId="6F74EE2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73E0633E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024C3A16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415D1B82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14:paraId="2BF528F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77306071" w14:textId="77777777" w:rsidR="0093054F" w:rsidRPr="002766AD" w:rsidRDefault="0093054F" w:rsidP="001D379F">
            <w:pPr>
              <w:pStyle w:val="Standard1"/>
              <w:rPr>
                <w:rFonts w:cs="Times New Roman"/>
                <w:sz w:val="16"/>
                <w:szCs w:val="16"/>
              </w:rPr>
            </w:pPr>
          </w:p>
        </w:tc>
      </w:tr>
    </w:tbl>
    <w:p w14:paraId="50F8919F" w14:textId="77777777" w:rsidR="009D5B90" w:rsidRDefault="009D5B90">
      <w:pPr>
        <w:pStyle w:val="Standard1"/>
        <w:rPr>
          <w:rFonts w:cs="Times New Roman"/>
          <w:sz w:val="16"/>
          <w:szCs w:val="16"/>
        </w:rPr>
      </w:pPr>
    </w:p>
    <w:p w14:paraId="31E254FC" w14:textId="77777777" w:rsidR="001D379F" w:rsidRPr="001D379F" w:rsidRDefault="001D379F">
      <w:pPr>
        <w:pStyle w:val="Standard1"/>
        <w:rPr>
          <w:rFonts w:cs="Times New Roman"/>
        </w:rPr>
      </w:pPr>
    </w:p>
    <w:p w14:paraId="6BB61BF8" w14:textId="7FCC0683" w:rsidR="001D379F" w:rsidRPr="001D379F" w:rsidRDefault="001D379F">
      <w:pPr>
        <w:pStyle w:val="Standard1"/>
        <w:rPr>
          <w:rFonts w:cs="Times New Roman"/>
        </w:rPr>
      </w:pPr>
      <w:r w:rsidRPr="001D379F">
        <w:rPr>
          <w:rFonts w:cs="Times New Roman"/>
        </w:rPr>
        <w:t>………………………………………</w:t>
      </w:r>
    </w:p>
    <w:p w14:paraId="40ACC35B" w14:textId="5E2CF6BD" w:rsidR="001D379F" w:rsidRPr="001D379F" w:rsidRDefault="001D379F">
      <w:pPr>
        <w:pStyle w:val="Standard1"/>
        <w:rPr>
          <w:rFonts w:cs="Times New Roman"/>
        </w:rPr>
      </w:pPr>
      <w:r w:rsidRPr="001D379F">
        <w:rPr>
          <w:rFonts w:cs="Times New Roman"/>
        </w:rPr>
        <w:t>Deutschlehrer/in</w:t>
      </w:r>
    </w:p>
    <w:sectPr w:rsidR="001D379F" w:rsidRPr="001D379F" w:rsidSect="00B20421">
      <w:pgSz w:w="11905" w:h="16837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B334A" w14:textId="77777777" w:rsidR="00D44DAF" w:rsidRDefault="00D44DAF">
      <w:r>
        <w:separator/>
      </w:r>
    </w:p>
  </w:endnote>
  <w:endnote w:type="continuationSeparator" w:id="0">
    <w:p w14:paraId="599E2C5C" w14:textId="77777777" w:rsidR="00D44DAF" w:rsidRDefault="00D44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432D0" w14:textId="77777777" w:rsidR="00D44DAF" w:rsidRDefault="00D44DAF">
      <w:r>
        <w:rPr>
          <w:color w:val="000000"/>
        </w:rPr>
        <w:separator/>
      </w:r>
    </w:p>
  </w:footnote>
  <w:footnote w:type="continuationSeparator" w:id="0">
    <w:p w14:paraId="3628DDFA" w14:textId="77777777" w:rsidR="00D44DAF" w:rsidRDefault="00D44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425A"/>
    <w:multiLevelType w:val="hybridMultilevel"/>
    <w:tmpl w:val="34AAD044"/>
    <w:lvl w:ilvl="0" w:tplc="EE32B6BE">
      <w:start w:val="9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A3F63"/>
    <w:multiLevelType w:val="hybridMultilevel"/>
    <w:tmpl w:val="E800FCC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3F523B3"/>
    <w:multiLevelType w:val="hybridMultilevel"/>
    <w:tmpl w:val="65B2E4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B7B29"/>
    <w:multiLevelType w:val="hybridMultilevel"/>
    <w:tmpl w:val="5A3AF6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4B60AC"/>
    <w:multiLevelType w:val="hybridMultilevel"/>
    <w:tmpl w:val="DF24EC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0C0798"/>
    <w:multiLevelType w:val="multilevel"/>
    <w:tmpl w:val="182CD0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691685268">
    <w:abstractNumId w:val="6"/>
  </w:num>
  <w:num w:numId="2" w16cid:durableId="429473842">
    <w:abstractNumId w:val="3"/>
  </w:num>
  <w:num w:numId="3" w16cid:durableId="35159492">
    <w:abstractNumId w:val="2"/>
  </w:num>
  <w:num w:numId="4" w16cid:durableId="307440148">
    <w:abstractNumId w:val="1"/>
  </w:num>
  <w:num w:numId="5" w16cid:durableId="138377819">
    <w:abstractNumId w:val="5"/>
  </w:num>
  <w:num w:numId="6" w16cid:durableId="1335762869">
    <w:abstractNumId w:val="0"/>
  </w:num>
  <w:num w:numId="7" w16cid:durableId="20468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FA"/>
    <w:rsid w:val="0002110F"/>
    <w:rsid w:val="00092A77"/>
    <w:rsid w:val="000C1DC8"/>
    <w:rsid w:val="000D1A54"/>
    <w:rsid w:val="00104AC1"/>
    <w:rsid w:val="00170687"/>
    <w:rsid w:val="001D1DB1"/>
    <w:rsid w:val="001D379F"/>
    <w:rsid w:val="00271FF7"/>
    <w:rsid w:val="002766AD"/>
    <w:rsid w:val="002F37AC"/>
    <w:rsid w:val="00317363"/>
    <w:rsid w:val="0035117C"/>
    <w:rsid w:val="003A2FF0"/>
    <w:rsid w:val="003E2913"/>
    <w:rsid w:val="003E2F0A"/>
    <w:rsid w:val="004622B4"/>
    <w:rsid w:val="00484AF3"/>
    <w:rsid w:val="0055255D"/>
    <w:rsid w:val="00561D0D"/>
    <w:rsid w:val="006815FA"/>
    <w:rsid w:val="00685019"/>
    <w:rsid w:val="006B4B66"/>
    <w:rsid w:val="006E1F0B"/>
    <w:rsid w:val="00706F26"/>
    <w:rsid w:val="00725905"/>
    <w:rsid w:val="00802FF0"/>
    <w:rsid w:val="008126EA"/>
    <w:rsid w:val="0082555A"/>
    <w:rsid w:val="0093054F"/>
    <w:rsid w:val="00954864"/>
    <w:rsid w:val="009D5B90"/>
    <w:rsid w:val="00A32794"/>
    <w:rsid w:val="00A854FC"/>
    <w:rsid w:val="00AC3647"/>
    <w:rsid w:val="00AF3C6C"/>
    <w:rsid w:val="00B20421"/>
    <w:rsid w:val="00B63111"/>
    <w:rsid w:val="00C95003"/>
    <w:rsid w:val="00CE4009"/>
    <w:rsid w:val="00D44DAF"/>
    <w:rsid w:val="00E37114"/>
    <w:rsid w:val="00EA434D"/>
    <w:rsid w:val="00F00657"/>
    <w:rsid w:val="00F02CFD"/>
    <w:rsid w:val="00F37E8B"/>
    <w:rsid w:val="00F63D64"/>
    <w:rsid w:val="00F6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A846D"/>
  <w15:chartTrackingRefBased/>
  <w15:docId w15:val="{F56B0DC2-F6A9-47B8-825C-86F70401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Balk1">
    <w:name w:val="heading 1"/>
    <w:basedOn w:val="Normal"/>
    <w:next w:val="Normal"/>
    <w:link w:val="Balk1Char"/>
    <w:uiPriority w:val="9"/>
    <w:qFormat/>
    <w:rsid w:val="00A32794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271FF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A32794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styleId="Liste">
    <w:name w:val="List"/>
    <w:basedOn w:val="Textbody"/>
  </w:style>
  <w:style w:type="paragraph" w:styleId="KonuBal">
    <w:name w:val="Title"/>
    <w:basedOn w:val="Standard1"/>
    <w:pPr>
      <w:suppressLineNumbers/>
      <w:spacing w:before="120" w:after="120"/>
    </w:pPr>
    <w:rPr>
      <w:i/>
      <w:iCs/>
    </w:rPr>
  </w:style>
  <w:style w:type="paragraph" w:styleId="Altyaz">
    <w:name w:val="Subtitle"/>
    <w:basedOn w:val="Heading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TableContents">
    <w:name w:val="Table Contents"/>
    <w:basedOn w:val="Standard1"/>
    <w:pPr>
      <w:suppressLineNumbers/>
    </w:pPr>
  </w:style>
  <w:style w:type="character" w:customStyle="1" w:styleId="NumberingSymbols">
    <w:name w:val="Numbering Symbols"/>
  </w:style>
  <w:style w:type="paragraph" w:styleId="ListeParagraf">
    <w:name w:val="List Paragraph"/>
    <w:basedOn w:val="Normal"/>
    <w:uiPriority w:val="34"/>
    <w:qFormat/>
    <w:rsid w:val="0035117C"/>
    <w:pPr>
      <w:ind w:left="708"/>
    </w:pPr>
  </w:style>
  <w:style w:type="character" w:customStyle="1" w:styleId="Balk2Char">
    <w:name w:val="Başlık 2 Char"/>
    <w:link w:val="Balk2"/>
    <w:uiPriority w:val="9"/>
    <w:rsid w:val="00271FF7"/>
    <w:rPr>
      <w:rFonts w:ascii="Calibri Light" w:eastAsia="Times New Roman" w:hAnsi="Calibri Light" w:cs="Times New Roman"/>
      <w:b/>
      <w:bCs/>
      <w:i/>
      <w:iCs/>
      <w:kern w:val="3"/>
      <w:sz w:val="28"/>
      <w:szCs w:val="28"/>
      <w:lang w:val="de-DE" w:eastAsia="ja-JP" w:bidi="fa-IR"/>
    </w:rPr>
  </w:style>
  <w:style w:type="table" w:styleId="TabloKlavuzu">
    <w:name w:val="Table Grid"/>
    <w:basedOn w:val="NormalTablo"/>
    <w:uiPriority w:val="59"/>
    <w:rsid w:val="00F006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link w:val="Balk1"/>
    <w:uiPriority w:val="9"/>
    <w:rsid w:val="00A32794"/>
    <w:rPr>
      <w:rFonts w:ascii="Calibri Light" w:eastAsia="Times New Roman" w:hAnsi="Calibri Light" w:cs="Times New Roman"/>
      <w:b/>
      <w:bCs/>
      <w:kern w:val="32"/>
      <w:sz w:val="32"/>
      <w:szCs w:val="32"/>
      <w:lang w:val="de-DE" w:eastAsia="ja-JP" w:bidi="fa-IR"/>
    </w:rPr>
  </w:style>
  <w:style w:type="character" w:customStyle="1" w:styleId="Balk3Char">
    <w:name w:val="Başlık 3 Char"/>
    <w:link w:val="Balk3"/>
    <w:uiPriority w:val="9"/>
    <w:rsid w:val="00A32794"/>
    <w:rPr>
      <w:rFonts w:ascii="Calibri Light" w:eastAsia="Times New Roman" w:hAnsi="Calibri Light" w:cs="Times New Roman"/>
      <w:b/>
      <w:bCs/>
      <w:kern w:val="3"/>
      <w:sz w:val="26"/>
      <w:szCs w:val="26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>www.safierbas.com</Manager>
  <Company>www.safierbas.com</Company>
  <LinksUpToDate>false</LinksUpToDate>
  <CharactersWithSpaces>657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2019-10-08T17:49:00Z</cp:lastPrinted>
  <dcterms:created xsi:type="dcterms:W3CDTF">2023-12-15T20:14:00Z</dcterms:created>
  <dcterms:modified xsi:type="dcterms:W3CDTF">2023-12-15T20:16:00Z</dcterms:modified>
  <cp:category>www.safierbas.com</cp:category>
  <cp:contentStatus>www.safierbas.com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